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015" w:type="dxa"/>
        <w:tblLook w:val="01E0"/>
      </w:tblPr>
      <w:tblGrid>
        <w:gridCol w:w="4536"/>
      </w:tblGrid>
      <w:tr w:rsidR="004F065D" w:rsidRPr="000E1E9F" w:rsidTr="009111FD">
        <w:tc>
          <w:tcPr>
            <w:tcW w:w="4536" w:type="dxa"/>
          </w:tcPr>
          <w:p w:rsidR="004F065D" w:rsidRDefault="004F065D" w:rsidP="009111FD">
            <w:pPr>
              <w:ind w:firstLine="0"/>
              <w:rPr>
                <w:sz w:val="20"/>
                <w:szCs w:val="20"/>
              </w:rPr>
            </w:pPr>
            <w:r w:rsidRPr="000E1E9F">
              <w:rPr>
                <w:sz w:val="20"/>
                <w:szCs w:val="20"/>
              </w:rPr>
              <w:t>Приложение № 4</w:t>
            </w:r>
            <w:r>
              <w:rPr>
                <w:sz w:val="20"/>
                <w:szCs w:val="20"/>
              </w:rPr>
              <w:t xml:space="preserve"> </w:t>
            </w:r>
          </w:p>
          <w:p w:rsidR="004F065D" w:rsidRPr="000E1E9F" w:rsidRDefault="004F065D" w:rsidP="009111FD">
            <w:pPr>
              <w:ind w:firstLine="0"/>
              <w:rPr>
                <w:sz w:val="20"/>
                <w:szCs w:val="20"/>
              </w:rPr>
            </w:pPr>
            <w:r w:rsidRPr="000E1E9F">
              <w:rPr>
                <w:sz w:val="20"/>
                <w:szCs w:val="20"/>
              </w:rPr>
              <w:t xml:space="preserve">к Программе проведения проверки </w:t>
            </w:r>
            <w:r>
              <w:rPr>
                <w:sz w:val="20"/>
                <w:szCs w:val="20"/>
              </w:rPr>
              <w:t xml:space="preserve"> </w:t>
            </w:r>
            <w:r w:rsidRPr="000E1E9F">
              <w:rPr>
                <w:sz w:val="20"/>
                <w:szCs w:val="20"/>
              </w:rPr>
              <w:t>готовности теплоснабжающих</w:t>
            </w:r>
            <w:r>
              <w:rPr>
                <w:sz w:val="20"/>
                <w:szCs w:val="20"/>
              </w:rPr>
              <w:t xml:space="preserve"> </w:t>
            </w:r>
            <w:r w:rsidRPr="000E1E9F">
              <w:rPr>
                <w:sz w:val="20"/>
                <w:szCs w:val="20"/>
              </w:rPr>
              <w:t>организаций</w:t>
            </w:r>
            <w:r>
              <w:rPr>
                <w:sz w:val="20"/>
                <w:szCs w:val="20"/>
              </w:rPr>
              <w:t xml:space="preserve"> </w:t>
            </w:r>
            <w:r w:rsidRPr="000E1E9F">
              <w:rPr>
                <w:sz w:val="20"/>
                <w:szCs w:val="20"/>
              </w:rPr>
              <w:t>и потребителей тепловой</w:t>
            </w:r>
            <w:r>
              <w:rPr>
                <w:sz w:val="20"/>
                <w:szCs w:val="20"/>
              </w:rPr>
              <w:t xml:space="preserve"> </w:t>
            </w:r>
            <w:r w:rsidRPr="000E1E9F">
              <w:rPr>
                <w:sz w:val="20"/>
                <w:szCs w:val="20"/>
              </w:rPr>
              <w:t>энергии,</w:t>
            </w:r>
            <w:r>
              <w:rPr>
                <w:sz w:val="20"/>
                <w:szCs w:val="20"/>
              </w:rPr>
              <w:t xml:space="preserve"> </w:t>
            </w:r>
            <w:r w:rsidRPr="000E1E9F">
              <w:rPr>
                <w:sz w:val="20"/>
                <w:szCs w:val="20"/>
              </w:rPr>
              <w:t>расположенных на территории Унечского</w:t>
            </w:r>
            <w:r>
              <w:rPr>
                <w:sz w:val="20"/>
                <w:szCs w:val="20"/>
              </w:rPr>
              <w:t xml:space="preserve"> муниципального </w:t>
            </w:r>
            <w:r w:rsidRPr="000E1E9F">
              <w:rPr>
                <w:sz w:val="20"/>
                <w:szCs w:val="20"/>
              </w:rPr>
              <w:t xml:space="preserve">района, </w:t>
            </w:r>
            <w:r>
              <w:rPr>
                <w:sz w:val="20"/>
                <w:szCs w:val="20"/>
              </w:rPr>
              <w:t xml:space="preserve">Брянской области </w:t>
            </w:r>
            <w:r w:rsidRPr="000E1E9F">
              <w:rPr>
                <w:sz w:val="20"/>
                <w:szCs w:val="20"/>
              </w:rPr>
              <w:t>к отопительному периоду 202</w:t>
            </w:r>
            <w:r>
              <w:rPr>
                <w:sz w:val="20"/>
                <w:szCs w:val="20"/>
              </w:rPr>
              <w:t>3</w:t>
            </w:r>
            <w:r w:rsidRPr="000E1E9F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0E1E9F">
              <w:rPr>
                <w:sz w:val="20"/>
                <w:szCs w:val="20"/>
              </w:rPr>
              <w:t xml:space="preserve"> гг. </w:t>
            </w:r>
          </w:p>
        </w:tc>
      </w:tr>
    </w:tbl>
    <w:p w:rsidR="004F065D" w:rsidRDefault="004F065D" w:rsidP="00777F1C">
      <w:pPr>
        <w:jc w:val="right"/>
        <w:rPr>
          <w:sz w:val="20"/>
          <w:szCs w:val="20"/>
        </w:rPr>
      </w:pPr>
    </w:p>
    <w:p w:rsidR="004F065D" w:rsidRDefault="004F065D" w:rsidP="007C15B6">
      <w:pPr>
        <w:ind w:firstLine="0"/>
        <w:rPr>
          <w:sz w:val="20"/>
          <w:szCs w:val="20"/>
        </w:rPr>
      </w:pPr>
    </w:p>
    <w:p w:rsidR="004F065D" w:rsidRDefault="004F065D" w:rsidP="0010396C">
      <w:pPr>
        <w:ind w:firstLine="0"/>
        <w:jc w:val="center"/>
        <w:rPr>
          <w:b/>
          <w:bCs/>
        </w:rPr>
      </w:pPr>
      <w:r w:rsidRPr="0010396C">
        <w:rPr>
          <w:b/>
          <w:bCs/>
        </w:rPr>
        <w:t>ПАСПОРТ ГОТОВНОСТИ МНОГОКВАРТИРНОГО ДОМА</w:t>
      </w:r>
      <w:r w:rsidRPr="0010396C">
        <w:rPr>
          <w:b/>
          <w:bCs/>
        </w:rPr>
        <w:br/>
        <w:t>К ЭКСПЛУАТАЦИИ В ОСЕННЕ-ЗИМНИЙ</w:t>
      </w:r>
      <w:r>
        <w:rPr>
          <w:b/>
          <w:bCs/>
        </w:rPr>
        <w:t xml:space="preserve"> ПЕРИОД</w:t>
      </w:r>
    </w:p>
    <w:p w:rsidR="004F065D" w:rsidRDefault="004F065D" w:rsidP="0010396C">
      <w:pPr>
        <w:ind w:firstLine="0"/>
        <w:jc w:val="center"/>
        <w:rPr>
          <w:b/>
          <w:bCs/>
        </w:rPr>
      </w:pP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город_____________</w:t>
      </w:r>
      <w:r>
        <w:rPr>
          <w:sz w:val="24"/>
          <w:szCs w:val="24"/>
        </w:rPr>
        <w:t>___________</w:t>
      </w:r>
      <w:r w:rsidRPr="00C72EAD">
        <w:rPr>
          <w:sz w:val="24"/>
          <w:szCs w:val="24"/>
        </w:rPr>
        <w:t>район</w:t>
      </w:r>
      <w:r>
        <w:rPr>
          <w:sz w:val="24"/>
          <w:szCs w:val="24"/>
        </w:rPr>
        <w:t>____________</w:t>
      </w:r>
      <w:r w:rsidRPr="00C72EAD">
        <w:rPr>
          <w:sz w:val="24"/>
          <w:szCs w:val="24"/>
        </w:rPr>
        <w:t>__________________________________</w:t>
      </w:r>
    </w:p>
    <w:p w:rsidR="004F065D" w:rsidRPr="00C72EAD" w:rsidRDefault="004F065D" w:rsidP="0010396C">
      <w:pPr>
        <w:ind w:firstLine="0"/>
        <w:jc w:val="right"/>
        <w:rPr>
          <w:sz w:val="24"/>
          <w:szCs w:val="24"/>
        </w:rPr>
      </w:pPr>
    </w:p>
    <w:p w:rsidR="004F065D" w:rsidRPr="00C72EAD" w:rsidRDefault="004F065D" w:rsidP="0010396C">
      <w:pPr>
        <w:ind w:firstLine="0"/>
        <w:jc w:val="right"/>
        <w:rPr>
          <w:sz w:val="24"/>
          <w:szCs w:val="24"/>
        </w:rPr>
      </w:pPr>
      <w:r w:rsidRPr="00C72EAD">
        <w:rPr>
          <w:sz w:val="24"/>
          <w:szCs w:val="24"/>
        </w:rPr>
        <w:t>«_</w:t>
      </w:r>
      <w:r>
        <w:rPr>
          <w:sz w:val="24"/>
          <w:szCs w:val="24"/>
        </w:rPr>
        <w:t>___</w:t>
      </w:r>
      <w:r w:rsidRPr="00C72EAD">
        <w:rPr>
          <w:sz w:val="24"/>
          <w:szCs w:val="24"/>
        </w:rPr>
        <w:t>__»_____</w:t>
      </w:r>
      <w:r>
        <w:rPr>
          <w:sz w:val="24"/>
          <w:szCs w:val="24"/>
        </w:rPr>
        <w:t>_____</w:t>
      </w:r>
      <w:r w:rsidRPr="00C72EAD">
        <w:rPr>
          <w:sz w:val="24"/>
          <w:szCs w:val="24"/>
        </w:rPr>
        <w:t>_____20</w:t>
      </w:r>
      <w:r>
        <w:rPr>
          <w:sz w:val="24"/>
          <w:szCs w:val="24"/>
        </w:rPr>
        <w:t>__</w:t>
      </w:r>
      <w:r w:rsidRPr="00C72EAD">
        <w:rPr>
          <w:sz w:val="24"/>
          <w:szCs w:val="24"/>
        </w:rPr>
        <w:t>__ г.</w:t>
      </w:r>
    </w:p>
    <w:p w:rsidR="004F065D" w:rsidRPr="00C72EAD" w:rsidRDefault="004F065D" w:rsidP="0010396C">
      <w:pPr>
        <w:ind w:firstLine="0"/>
        <w:jc w:val="center"/>
        <w:rPr>
          <w:sz w:val="24"/>
          <w:szCs w:val="24"/>
        </w:rPr>
      </w:pPr>
    </w:p>
    <w:p w:rsidR="004F065D" w:rsidRPr="00C72EAD" w:rsidRDefault="004F065D" w:rsidP="0010396C">
      <w:pPr>
        <w:ind w:firstLine="0"/>
        <w:jc w:val="center"/>
        <w:rPr>
          <w:sz w:val="24"/>
          <w:szCs w:val="24"/>
        </w:rPr>
      </w:pPr>
      <w:r w:rsidRPr="00C72EAD">
        <w:rPr>
          <w:sz w:val="24"/>
          <w:szCs w:val="24"/>
        </w:rPr>
        <w:t>I. ОБЩИЕ СВЕДЕНИЯ</w:t>
      </w:r>
      <w:bookmarkStart w:id="0" w:name="_GoBack"/>
      <w:bookmarkEnd w:id="0"/>
    </w:p>
    <w:p w:rsidR="004F065D" w:rsidRPr="00C72EAD" w:rsidRDefault="004F065D" w:rsidP="0010396C">
      <w:pPr>
        <w:ind w:firstLine="0"/>
        <w:jc w:val="center"/>
        <w:rPr>
          <w:sz w:val="24"/>
          <w:szCs w:val="24"/>
        </w:rPr>
      </w:pP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1.     Адрес многоквартирного дома  ___</w:t>
      </w:r>
      <w:r>
        <w:rPr>
          <w:sz w:val="24"/>
          <w:szCs w:val="24"/>
        </w:rPr>
        <w:t>______________</w:t>
      </w:r>
      <w:r w:rsidRPr="00C72EAD">
        <w:rPr>
          <w:sz w:val="24"/>
          <w:szCs w:val="24"/>
        </w:rPr>
        <w:t>________________________________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2.     Год постройки  _______________________________</w:t>
      </w:r>
      <w:r>
        <w:rPr>
          <w:sz w:val="24"/>
          <w:szCs w:val="24"/>
        </w:rPr>
        <w:t>_____________</w:t>
      </w:r>
      <w:r w:rsidRPr="00C72EAD">
        <w:rPr>
          <w:sz w:val="24"/>
          <w:szCs w:val="24"/>
        </w:rPr>
        <w:t>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3.     Характеристика объекта:  ___________________________________</w:t>
      </w:r>
      <w:r>
        <w:rPr>
          <w:sz w:val="24"/>
          <w:szCs w:val="24"/>
        </w:rPr>
        <w:t>_______________</w:t>
      </w:r>
      <w:r w:rsidRPr="00C72EAD">
        <w:rPr>
          <w:sz w:val="24"/>
          <w:szCs w:val="24"/>
        </w:rPr>
        <w:t>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износ в % _____</w:t>
      </w:r>
      <w:r>
        <w:rPr>
          <w:sz w:val="24"/>
          <w:szCs w:val="24"/>
        </w:rPr>
        <w:t>_________</w:t>
      </w:r>
      <w:r w:rsidRPr="00C72EAD">
        <w:rPr>
          <w:sz w:val="24"/>
          <w:szCs w:val="24"/>
        </w:rPr>
        <w:tab/>
        <w:t>этажность ____</w:t>
      </w:r>
      <w:r>
        <w:rPr>
          <w:sz w:val="24"/>
          <w:szCs w:val="24"/>
        </w:rPr>
        <w:t>___</w:t>
      </w:r>
      <w:r w:rsidRPr="00C72EAD">
        <w:rPr>
          <w:sz w:val="24"/>
          <w:szCs w:val="24"/>
        </w:rPr>
        <w:t xml:space="preserve">__________подъездов </w:t>
      </w:r>
      <w:r>
        <w:rPr>
          <w:sz w:val="24"/>
          <w:szCs w:val="24"/>
        </w:rPr>
        <w:t>___</w:t>
      </w:r>
      <w:r w:rsidRPr="00C72EAD">
        <w:rPr>
          <w:sz w:val="24"/>
          <w:szCs w:val="24"/>
        </w:rPr>
        <w:t>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наличие подвалов, цокольных этажей, м2, общей площади ____________</w:t>
      </w:r>
      <w:r>
        <w:rPr>
          <w:sz w:val="24"/>
          <w:szCs w:val="24"/>
        </w:rPr>
        <w:t>______________</w:t>
      </w:r>
      <w:r w:rsidRPr="00C72EAD">
        <w:rPr>
          <w:sz w:val="24"/>
          <w:szCs w:val="24"/>
        </w:rPr>
        <w:t>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количество квартир, шт ____________________________________________</w:t>
      </w:r>
      <w:r>
        <w:rPr>
          <w:sz w:val="24"/>
          <w:szCs w:val="24"/>
        </w:rPr>
        <w:t>______________ о</w:t>
      </w:r>
      <w:r w:rsidRPr="00C72EAD">
        <w:rPr>
          <w:sz w:val="24"/>
          <w:szCs w:val="24"/>
        </w:rPr>
        <w:t>бщая полезная площадь объекта, кв.м ____________________________</w:t>
      </w:r>
      <w:r>
        <w:rPr>
          <w:sz w:val="24"/>
          <w:szCs w:val="24"/>
        </w:rPr>
        <w:t>_______________</w:t>
      </w:r>
      <w:r w:rsidRPr="00C72EAD">
        <w:rPr>
          <w:sz w:val="24"/>
          <w:szCs w:val="24"/>
        </w:rPr>
        <w:t>__</w:t>
      </w:r>
      <w:r>
        <w:rPr>
          <w:sz w:val="24"/>
          <w:szCs w:val="24"/>
        </w:rPr>
        <w:t>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жилая площадь, кв.м ____________________________________________</w:t>
      </w:r>
      <w:r>
        <w:rPr>
          <w:sz w:val="24"/>
          <w:szCs w:val="24"/>
        </w:rPr>
        <w:t>________________</w:t>
      </w:r>
      <w:r w:rsidRPr="00C72EAD">
        <w:rPr>
          <w:sz w:val="24"/>
          <w:szCs w:val="24"/>
        </w:rPr>
        <w:t>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нежилая площадь</w:t>
      </w:r>
      <w:r w:rsidRPr="00C72EAD">
        <w:rPr>
          <w:sz w:val="24"/>
          <w:szCs w:val="24"/>
        </w:rPr>
        <w:tab/>
        <w:t>, кв.м ____________________________________________</w:t>
      </w:r>
      <w:r>
        <w:rPr>
          <w:sz w:val="24"/>
          <w:szCs w:val="24"/>
        </w:rPr>
        <w:t>____________</w:t>
      </w:r>
      <w:r w:rsidRPr="00C72EAD">
        <w:rPr>
          <w:sz w:val="24"/>
          <w:szCs w:val="24"/>
        </w:rPr>
        <w:t>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под производственные нужды, кв.м _________________________________</w:t>
      </w:r>
      <w:r>
        <w:rPr>
          <w:sz w:val="24"/>
          <w:szCs w:val="24"/>
        </w:rPr>
        <w:t>_______________</w:t>
      </w:r>
      <w:r w:rsidRPr="00C72EAD">
        <w:rPr>
          <w:sz w:val="24"/>
          <w:szCs w:val="24"/>
        </w:rPr>
        <w:t>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 xml:space="preserve">4.     Характеристика инженерного оборудования, механизмов (их количество) </w:t>
      </w:r>
      <w:r>
        <w:rPr>
          <w:sz w:val="24"/>
          <w:szCs w:val="24"/>
        </w:rPr>
        <w:t>_</w:t>
      </w:r>
      <w:r w:rsidRPr="00C72EAD">
        <w:rPr>
          <w:sz w:val="24"/>
          <w:szCs w:val="24"/>
        </w:rPr>
        <w:t>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5.      Источники: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Теплоснабжения</w:t>
      </w:r>
      <w:r>
        <w:rPr>
          <w:sz w:val="24"/>
          <w:szCs w:val="24"/>
        </w:rPr>
        <w:t xml:space="preserve"> ____________________</w:t>
      </w:r>
      <w:r w:rsidRPr="00C72EAD">
        <w:rPr>
          <w:sz w:val="24"/>
          <w:szCs w:val="24"/>
        </w:rPr>
        <w:t>_____________________________________________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газоснабжения _____</w:t>
      </w:r>
      <w:r>
        <w:rPr>
          <w:sz w:val="24"/>
          <w:szCs w:val="24"/>
        </w:rPr>
        <w:t>___________________</w:t>
      </w:r>
      <w:r w:rsidRPr="00C72EAD">
        <w:rPr>
          <w:sz w:val="24"/>
          <w:szCs w:val="24"/>
        </w:rPr>
        <w:t>___________________________________________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твердого и жидкого топлива ____________</w:t>
      </w:r>
      <w:r>
        <w:rPr>
          <w:sz w:val="24"/>
          <w:szCs w:val="24"/>
        </w:rPr>
        <w:t>__________________</w:t>
      </w:r>
      <w:r w:rsidRPr="00C72EAD">
        <w:rPr>
          <w:sz w:val="24"/>
          <w:szCs w:val="24"/>
        </w:rPr>
        <w:t>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энергоснабжения</w:t>
      </w:r>
      <w:r>
        <w:rPr>
          <w:sz w:val="24"/>
          <w:szCs w:val="24"/>
        </w:rPr>
        <w:t xml:space="preserve"> ____________________</w:t>
      </w:r>
      <w:r w:rsidRPr="00C72EAD">
        <w:rPr>
          <w:sz w:val="24"/>
          <w:szCs w:val="24"/>
        </w:rPr>
        <w:t>____________________________________________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системы АПЗ и дымоудаления _________</w:t>
      </w:r>
      <w:r>
        <w:rPr>
          <w:sz w:val="24"/>
          <w:szCs w:val="24"/>
        </w:rPr>
        <w:t>___________________</w:t>
      </w:r>
      <w:r w:rsidRPr="00C72EAD">
        <w:rPr>
          <w:sz w:val="24"/>
          <w:szCs w:val="24"/>
        </w:rPr>
        <w:t>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6.</w:t>
      </w:r>
      <w:r w:rsidRPr="00C72EAD">
        <w:rPr>
          <w:sz w:val="24"/>
          <w:szCs w:val="24"/>
        </w:rPr>
        <w:tab/>
        <w:t>Договор на техническое обслуживание и ремонт внутридомового газового оборудования № _________________ от «___»_______</w:t>
      </w:r>
      <w:r w:rsidRPr="00C72EAD">
        <w:rPr>
          <w:sz w:val="24"/>
          <w:szCs w:val="24"/>
        </w:rPr>
        <w:tab/>
        <w:t>_____20___</w:t>
      </w:r>
      <w:r w:rsidRPr="00C72EAD">
        <w:rPr>
          <w:sz w:val="24"/>
          <w:szCs w:val="24"/>
        </w:rPr>
        <w:tab/>
        <w:t>г.,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срок действия _____________года (лет)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7.</w:t>
      </w:r>
      <w:r w:rsidRPr="00C72EAD">
        <w:rPr>
          <w:sz w:val="24"/>
          <w:szCs w:val="24"/>
        </w:rPr>
        <w:tab/>
        <w:t>Акт технического обслуживания внутридомового газового оборудования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от</w:t>
      </w:r>
      <w:r w:rsidRPr="00C72EAD">
        <w:rPr>
          <w:sz w:val="24"/>
          <w:szCs w:val="24"/>
        </w:rPr>
        <w:tab/>
        <w:t>«___» __________________20___</w:t>
      </w:r>
      <w:r w:rsidRPr="00C72EAD">
        <w:rPr>
          <w:sz w:val="24"/>
          <w:szCs w:val="24"/>
        </w:rPr>
        <w:tab/>
        <w:t>г._</w:t>
      </w:r>
      <w:r>
        <w:rPr>
          <w:sz w:val="24"/>
          <w:szCs w:val="24"/>
        </w:rPr>
        <w:t>______________</w:t>
      </w:r>
      <w:r w:rsidRPr="00C72EAD">
        <w:rPr>
          <w:sz w:val="24"/>
          <w:szCs w:val="24"/>
        </w:rPr>
        <w:t>____________________________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8.</w:t>
      </w:r>
      <w:r w:rsidRPr="00C72EAD">
        <w:rPr>
          <w:sz w:val="24"/>
          <w:szCs w:val="24"/>
        </w:rPr>
        <w:tab/>
        <w:t>Акт проверки состояния дымовых и вентиляционных каналов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от</w:t>
      </w:r>
      <w:r w:rsidRPr="00C72EAD">
        <w:rPr>
          <w:sz w:val="24"/>
          <w:szCs w:val="24"/>
        </w:rPr>
        <w:tab/>
        <w:t>«___» __________________20___</w:t>
      </w:r>
      <w:r w:rsidRPr="00C72EAD">
        <w:rPr>
          <w:sz w:val="24"/>
          <w:szCs w:val="24"/>
        </w:rPr>
        <w:tab/>
        <w:t>г.</w:t>
      </w:r>
      <w:r>
        <w:rPr>
          <w:sz w:val="24"/>
          <w:szCs w:val="24"/>
        </w:rPr>
        <w:t xml:space="preserve"> ____________</w:t>
      </w:r>
      <w:r w:rsidRPr="00C72EAD">
        <w:rPr>
          <w:sz w:val="24"/>
          <w:szCs w:val="24"/>
        </w:rPr>
        <w:t>_______________________________</w:t>
      </w:r>
    </w:p>
    <w:p w:rsidR="004F065D" w:rsidRPr="00C72EAD" w:rsidRDefault="004F065D" w:rsidP="0010396C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9.       Заключение о результатах технического диагностирования ВДГО (для домов со сроком эксплуатации свыше 30 лет)</w:t>
      </w:r>
    </w:p>
    <w:p w:rsidR="004F065D" w:rsidRPr="00C72EAD" w:rsidRDefault="004F065D" w:rsidP="00C72EAD">
      <w:pPr>
        <w:ind w:firstLine="0"/>
        <w:rPr>
          <w:sz w:val="24"/>
          <w:szCs w:val="24"/>
        </w:rPr>
      </w:pPr>
      <w:r w:rsidRPr="00C72EAD">
        <w:rPr>
          <w:sz w:val="24"/>
          <w:szCs w:val="24"/>
        </w:rPr>
        <w:t>от</w:t>
      </w:r>
      <w:r w:rsidRPr="00C72EAD">
        <w:rPr>
          <w:sz w:val="24"/>
          <w:szCs w:val="24"/>
        </w:rPr>
        <w:tab/>
        <w:t>«___» __________________20___</w:t>
      </w:r>
      <w:r w:rsidRPr="00C72EAD">
        <w:rPr>
          <w:sz w:val="24"/>
          <w:szCs w:val="24"/>
        </w:rPr>
        <w:tab/>
        <w:t>г.</w:t>
      </w:r>
      <w:r>
        <w:rPr>
          <w:sz w:val="24"/>
          <w:szCs w:val="24"/>
        </w:rPr>
        <w:t xml:space="preserve"> _____________</w:t>
      </w:r>
      <w:r w:rsidRPr="00C72EAD">
        <w:rPr>
          <w:sz w:val="24"/>
          <w:szCs w:val="24"/>
        </w:rPr>
        <w:t>______________________________</w:t>
      </w:r>
    </w:p>
    <w:p w:rsidR="004F065D" w:rsidRPr="00C72EAD" w:rsidRDefault="004F065D" w:rsidP="00C72EAD">
      <w:pPr>
        <w:ind w:firstLine="0"/>
        <w:rPr>
          <w:sz w:val="24"/>
          <w:szCs w:val="24"/>
        </w:rPr>
      </w:pPr>
    </w:p>
    <w:p w:rsidR="004F065D" w:rsidRDefault="004F065D" w:rsidP="00C72EAD">
      <w:pPr>
        <w:ind w:firstLine="0"/>
        <w:jc w:val="center"/>
        <w:rPr>
          <w:spacing w:val="2"/>
          <w:sz w:val="24"/>
          <w:szCs w:val="24"/>
          <w:lang w:eastAsia="en-US"/>
        </w:rPr>
      </w:pPr>
      <w:r w:rsidRPr="00C72EAD">
        <w:rPr>
          <w:spacing w:val="2"/>
          <w:sz w:val="24"/>
          <w:szCs w:val="24"/>
          <w:lang w:eastAsia="en-US"/>
        </w:rPr>
        <w:t>II. РЕЗУЛЬТАТЫ ЭКСПЛУАТАЦИИ ОБЪЕКТА В ОСЕННЕ-ЗИМНИЙ ПЕРИОД ПРОШЕДШЕГО 20___г.</w:t>
      </w:r>
    </w:p>
    <w:p w:rsidR="004F065D" w:rsidRDefault="004F065D" w:rsidP="00C72EAD">
      <w:pPr>
        <w:ind w:firstLine="0"/>
        <w:jc w:val="center"/>
        <w:rPr>
          <w:spacing w:val="2"/>
          <w:sz w:val="24"/>
          <w:szCs w:val="24"/>
          <w:lang w:eastAsia="en-U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3120"/>
        <w:gridCol w:w="1133"/>
        <w:gridCol w:w="1906"/>
        <w:gridCol w:w="2702"/>
      </w:tblGrid>
      <w:tr w:rsidR="004F065D" w:rsidRPr="00C72EAD">
        <w:trPr>
          <w:trHeight w:val="132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80" w:firstLine="0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N 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spacing w:line="274" w:lineRule="exact"/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Основные виды неисправностей (аварий) конструктивных элементов и инженерного оборудования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340" w:firstLine="0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Дата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spacing w:line="274" w:lineRule="exact"/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Причина возникновения неисправностей (аварий)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spacing w:line="274" w:lineRule="exact"/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Отметка о выполненных работах по ликвидации неисправностей (аварий) в текущем 20__ г.</w:t>
            </w:r>
          </w:p>
        </w:tc>
      </w:tr>
      <w:tr w:rsidR="004F065D" w:rsidRPr="00C72EAD">
        <w:trPr>
          <w:trHeight w:val="4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4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4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4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F065D" w:rsidRDefault="004F065D" w:rsidP="0010396C">
      <w:pPr>
        <w:ind w:firstLine="0"/>
      </w:pPr>
    </w:p>
    <w:p w:rsidR="004F065D" w:rsidRPr="00612F18" w:rsidRDefault="004F065D" w:rsidP="00C72EAD">
      <w:pPr>
        <w:ind w:firstLine="0"/>
        <w:jc w:val="center"/>
        <w:rPr>
          <w:sz w:val="24"/>
          <w:szCs w:val="24"/>
        </w:rPr>
      </w:pPr>
      <w:r w:rsidRPr="00612F18">
        <w:rPr>
          <w:sz w:val="24"/>
          <w:szCs w:val="24"/>
        </w:rPr>
        <w:t>III. ОБЪЕМЫ ВЫПОЛНЕННЫХ РАБОТ ПО ПОДГОТОВКЕ ОБЪЕКТА К ЭКСПЛУАТАЦИИ В ОСЕННЕ-ЗИМНИЙ ПЕРИОД 20___г.</w:t>
      </w:r>
    </w:p>
    <w:p w:rsidR="004F065D" w:rsidRDefault="004F065D" w:rsidP="00C72EAD">
      <w:pPr>
        <w:ind w:firstLine="0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2"/>
        <w:gridCol w:w="1134"/>
        <w:gridCol w:w="1276"/>
        <w:gridCol w:w="1701"/>
        <w:gridCol w:w="1559"/>
      </w:tblGrid>
      <w:tr w:rsidR="004F065D" w:rsidRPr="00C72EAD">
        <w:trPr>
          <w:trHeight w:val="31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Виды выполненных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Единицы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Всего 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Выполнено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26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Оценка</w:t>
            </w:r>
          </w:p>
        </w:tc>
      </w:tr>
      <w:tr w:rsidR="004F065D" w:rsidRPr="00C72EAD">
        <w:trPr>
          <w:trHeight w:val="29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работ по конструкциям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плану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при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26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результатов</w:t>
            </w:r>
          </w:p>
        </w:tc>
      </w:tr>
      <w:tr w:rsidR="004F065D" w:rsidRPr="00C72EAD">
        <w:trPr>
          <w:trHeight w:val="26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здания 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подготовки 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подготовке 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26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готовности</w:t>
            </w:r>
          </w:p>
        </w:tc>
      </w:tr>
      <w:tr w:rsidR="004F065D" w:rsidRPr="00C72EAD">
        <w:trPr>
          <w:trHeight w:val="2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технологическому 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зиме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зиме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26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(удовл./</w:t>
            </w:r>
          </w:p>
        </w:tc>
      </w:tr>
      <w:tr w:rsidR="004F065D" w:rsidRPr="00C72EAD">
        <w:trPr>
          <w:trHeight w:val="50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spacing w:line="278" w:lineRule="exact"/>
              <w:ind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инженерному оборудованию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26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неудовл.)</w:t>
            </w:r>
          </w:p>
        </w:tc>
      </w:tr>
      <w:tr w:rsidR="004F065D" w:rsidRPr="00C72EAD">
        <w:trPr>
          <w:trHeight w:val="2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Объем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кровли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22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чердачных помещений, в том числе:</w:t>
            </w:r>
          </w:p>
          <w:p w:rsidR="004F065D" w:rsidRPr="00C72EAD" w:rsidRDefault="004F065D" w:rsidP="007E4ED5">
            <w:pPr>
              <w:numPr>
                <w:ilvl w:val="0"/>
                <w:numId w:val="2"/>
              </w:numPr>
              <w:tabs>
                <w:tab w:val="left" w:pos="254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утепление (засыпка) чердачного перекрытия</w:t>
            </w:r>
          </w:p>
          <w:p w:rsidR="004F065D" w:rsidRPr="00C72EAD" w:rsidRDefault="004F065D" w:rsidP="007E4ED5">
            <w:pPr>
              <w:numPr>
                <w:ilvl w:val="0"/>
                <w:numId w:val="2"/>
              </w:numPr>
              <w:tabs>
                <w:tab w:val="left" w:pos="269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 xml:space="preserve">изоляция </w:t>
            </w:r>
            <w:r>
              <w:rPr>
                <w:spacing w:val="2"/>
                <w:sz w:val="24"/>
                <w:szCs w:val="24"/>
              </w:rPr>
              <w:t>т</w:t>
            </w:r>
            <w:r w:rsidRPr="00C72EAD">
              <w:rPr>
                <w:spacing w:val="2"/>
                <w:sz w:val="24"/>
                <w:szCs w:val="24"/>
              </w:rPr>
              <w:t>рубопроводов, вентиляционных коробов и камер,</w:t>
            </w:r>
            <w:r>
              <w:rPr>
                <w:spacing w:val="2"/>
                <w:sz w:val="24"/>
                <w:szCs w:val="24"/>
              </w:rPr>
              <w:t xml:space="preserve"> оголовков, </w:t>
            </w:r>
            <w:r w:rsidRPr="00C72EAD">
              <w:rPr>
                <w:spacing w:val="2"/>
                <w:sz w:val="24"/>
                <w:szCs w:val="24"/>
              </w:rPr>
              <w:t>расширительных баков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21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фасадов, в том числе:</w:t>
            </w:r>
          </w:p>
          <w:p w:rsidR="004F065D" w:rsidRPr="00C72EAD" w:rsidRDefault="004F065D" w:rsidP="007E4ED5">
            <w:pPr>
              <w:numPr>
                <w:ilvl w:val="0"/>
                <w:numId w:val="3"/>
              </w:numPr>
              <w:tabs>
                <w:tab w:val="left" w:pos="254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и покраска</w:t>
            </w:r>
          </w:p>
          <w:p w:rsidR="004F065D" w:rsidRPr="00C72EAD" w:rsidRDefault="004F065D" w:rsidP="007E4ED5">
            <w:pPr>
              <w:numPr>
                <w:ilvl w:val="0"/>
                <w:numId w:val="3"/>
              </w:numPr>
              <w:tabs>
                <w:tab w:val="left" w:pos="259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герметизация швов</w:t>
            </w:r>
          </w:p>
          <w:p w:rsidR="004F065D" w:rsidRPr="00C72EAD" w:rsidRDefault="004F065D" w:rsidP="007E4ED5">
            <w:pPr>
              <w:numPr>
                <w:ilvl w:val="0"/>
                <w:numId w:val="3"/>
              </w:numPr>
              <w:tabs>
                <w:tab w:val="left" w:pos="264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водосточных труб</w:t>
            </w:r>
          </w:p>
          <w:p w:rsidR="004F065D" w:rsidRPr="00C72EAD" w:rsidRDefault="004F065D" w:rsidP="007E4ED5">
            <w:pPr>
              <w:numPr>
                <w:ilvl w:val="0"/>
                <w:numId w:val="3"/>
              </w:numPr>
              <w:tabs>
                <w:tab w:val="left" w:pos="250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утепление оконных проемов</w:t>
            </w:r>
          </w:p>
          <w:p w:rsidR="004F065D" w:rsidRPr="00C72EAD" w:rsidRDefault="004F065D" w:rsidP="007E4ED5">
            <w:pPr>
              <w:numPr>
                <w:ilvl w:val="0"/>
                <w:numId w:val="3"/>
              </w:numPr>
              <w:tabs>
                <w:tab w:val="left" w:pos="250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утепление дверных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14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подвальных помещений, в том числе:</w:t>
            </w:r>
          </w:p>
          <w:p w:rsidR="004F065D" w:rsidRPr="00C72EAD" w:rsidRDefault="004F065D" w:rsidP="007E4ED5">
            <w:pPr>
              <w:numPr>
                <w:ilvl w:val="0"/>
                <w:numId w:val="4"/>
              </w:numPr>
              <w:tabs>
                <w:tab w:val="left" w:pos="269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изоляция трубопроводов</w:t>
            </w:r>
          </w:p>
          <w:p w:rsidR="004F065D" w:rsidRDefault="004F065D" w:rsidP="007E4ED5">
            <w:pPr>
              <w:numPr>
                <w:ilvl w:val="0"/>
                <w:numId w:val="4"/>
              </w:numPr>
              <w:tabs>
                <w:tab w:val="left" w:pos="264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дренажных и водооотводящих устройств</w:t>
            </w:r>
          </w:p>
          <w:p w:rsidR="004F065D" w:rsidRPr="00C72EAD" w:rsidRDefault="004F065D" w:rsidP="00612F18">
            <w:pPr>
              <w:numPr>
                <w:ilvl w:val="0"/>
                <w:numId w:val="4"/>
              </w:numPr>
              <w:tabs>
                <w:tab w:val="left" w:pos="264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уплотнение и герметизация вводов инженерных коммуникаций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72EAD">
        <w:trPr>
          <w:trHeight w:val="4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left="140" w:firstLine="0"/>
              <w:jc w:val="center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7E4ED5">
            <w:pPr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Ремонт покрытий дворовых территорий, в том числе:</w:t>
            </w:r>
          </w:p>
          <w:p w:rsidR="004F065D" w:rsidRPr="00C72EAD" w:rsidRDefault="004F065D" w:rsidP="007E4ED5">
            <w:pPr>
              <w:numPr>
                <w:ilvl w:val="0"/>
                <w:numId w:val="5"/>
              </w:numPr>
              <w:tabs>
                <w:tab w:val="left" w:pos="259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отмостков</w:t>
            </w:r>
          </w:p>
          <w:p w:rsidR="004F065D" w:rsidRPr="00C72EAD" w:rsidRDefault="004F065D" w:rsidP="007E4ED5">
            <w:pPr>
              <w:numPr>
                <w:ilvl w:val="0"/>
                <w:numId w:val="5"/>
              </w:numPr>
              <w:tabs>
                <w:tab w:val="left" w:pos="259"/>
              </w:tabs>
              <w:spacing w:line="274" w:lineRule="exact"/>
              <w:ind w:firstLine="191"/>
              <w:jc w:val="left"/>
              <w:rPr>
                <w:spacing w:val="2"/>
                <w:sz w:val="24"/>
                <w:szCs w:val="24"/>
              </w:rPr>
            </w:pPr>
            <w:r w:rsidRPr="00C72EAD">
              <w:rPr>
                <w:spacing w:val="2"/>
                <w:sz w:val="24"/>
                <w:szCs w:val="24"/>
              </w:rPr>
              <w:t>приямков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C72EAD" w:rsidRDefault="004F065D" w:rsidP="00C72EA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21D08">
        <w:tblPrEx>
          <w:jc w:val="left"/>
        </w:tblPrEx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left="140"/>
              <w:jc w:val="center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7</w:t>
            </w:r>
            <w:r>
              <w:rPr>
                <w:spacing w:val="2"/>
                <w:sz w:val="24"/>
                <w:szCs w:val="24"/>
              </w:rPr>
              <w:t>7</w:t>
            </w:r>
            <w:r w:rsidRPr="007E4ED5">
              <w:rPr>
                <w:spacing w:val="2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Ремонт инженерного оборудования, в том числе:</w:t>
            </w:r>
          </w:p>
          <w:p w:rsidR="004F065D" w:rsidRPr="007E4ED5" w:rsidRDefault="004F065D" w:rsidP="007E4ED5">
            <w:pPr>
              <w:pStyle w:val="BodyText"/>
              <w:numPr>
                <w:ilvl w:val="0"/>
                <w:numId w:val="6"/>
              </w:numPr>
              <w:tabs>
                <w:tab w:val="left" w:pos="389"/>
              </w:tabs>
              <w:spacing w:line="274" w:lineRule="exact"/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центрального отопления: радиаторов трубопроводов запорной арматуры промывка и опрессовка</w:t>
            </w:r>
          </w:p>
          <w:p w:rsidR="004F065D" w:rsidRPr="007E4ED5" w:rsidRDefault="004F065D" w:rsidP="007E4ED5">
            <w:pPr>
              <w:pStyle w:val="BodyText"/>
              <w:numPr>
                <w:ilvl w:val="0"/>
                <w:numId w:val="6"/>
              </w:numPr>
              <w:tabs>
                <w:tab w:val="left" w:pos="389"/>
              </w:tabs>
              <w:spacing w:line="274" w:lineRule="exact"/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котельных: котлов на газовом топливе</w:t>
            </w:r>
          </w:p>
          <w:p w:rsidR="004F065D" w:rsidRPr="007E4ED5" w:rsidRDefault="004F065D" w:rsidP="007E4ED5">
            <w:pPr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то же, на угле тепловых пунктом элеваторных узлов</w:t>
            </w:r>
          </w:p>
          <w:p w:rsidR="004F065D" w:rsidRPr="007E4ED5" w:rsidRDefault="004F065D" w:rsidP="007E4ED5">
            <w:pPr>
              <w:pStyle w:val="BodyText"/>
              <w:numPr>
                <w:ilvl w:val="0"/>
                <w:numId w:val="6"/>
              </w:numPr>
              <w:tabs>
                <w:tab w:val="left" w:pos="389"/>
              </w:tabs>
              <w:spacing w:line="274" w:lineRule="exact"/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горячего водоснабжения: трубопроводов запорной арматуры промывка и опрессовка</w:t>
            </w:r>
          </w:p>
          <w:p w:rsidR="004F065D" w:rsidRPr="007E4ED5" w:rsidRDefault="004F065D" w:rsidP="007E4ED5">
            <w:pPr>
              <w:pStyle w:val="BodyText"/>
              <w:numPr>
                <w:ilvl w:val="0"/>
                <w:numId w:val="6"/>
              </w:numPr>
              <w:tabs>
                <w:tab w:val="left" w:pos="384"/>
              </w:tabs>
              <w:spacing w:line="274" w:lineRule="exact"/>
              <w:ind w:firstLine="142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водопровода: ремонт и замена арматуры</w:t>
            </w:r>
          </w:p>
          <w:p w:rsidR="004F065D" w:rsidRPr="007E4ED5" w:rsidRDefault="004F065D" w:rsidP="007E4ED5">
            <w:pPr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ремонт и изоляция труб</w:t>
            </w:r>
          </w:p>
          <w:p w:rsidR="004F065D" w:rsidRPr="007E4ED5" w:rsidRDefault="004F065D" w:rsidP="007E4ED5">
            <w:pPr>
              <w:pStyle w:val="BodyText"/>
              <w:numPr>
                <w:ilvl w:val="0"/>
                <w:numId w:val="6"/>
              </w:numPr>
              <w:tabs>
                <w:tab w:val="left" w:pos="384"/>
              </w:tabs>
              <w:spacing w:line="274" w:lineRule="exact"/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канализации: ремонт трубопроводов ремонт колодцев промывка системы</w:t>
            </w:r>
          </w:p>
          <w:p w:rsidR="004F065D" w:rsidRDefault="004F065D" w:rsidP="007E4ED5">
            <w:pPr>
              <w:pStyle w:val="BodyText"/>
              <w:ind w:firstLine="142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6) </w:t>
            </w:r>
            <w:r w:rsidRPr="007E4ED5">
              <w:rPr>
                <w:spacing w:val="2"/>
                <w:sz w:val="24"/>
                <w:szCs w:val="24"/>
              </w:rPr>
              <w:t>электрооборудования:</w:t>
            </w:r>
          </w:p>
          <w:p w:rsidR="004F065D" w:rsidRDefault="004F065D" w:rsidP="007E4ED5">
            <w:pPr>
              <w:pStyle w:val="BodyText"/>
              <w:ind w:firstLine="142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- </w:t>
            </w:r>
            <w:r w:rsidRPr="007E4ED5">
              <w:rPr>
                <w:spacing w:val="2"/>
                <w:sz w:val="24"/>
                <w:szCs w:val="24"/>
              </w:rPr>
              <w:t>световой электропроводки</w:t>
            </w:r>
          </w:p>
          <w:p w:rsidR="004F065D" w:rsidRDefault="004F065D" w:rsidP="007E4ED5">
            <w:pPr>
              <w:pStyle w:val="BodyText"/>
              <w:ind w:firstLine="142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- </w:t>
            </w:r>
            <w:r w:rsidRPr="007E4ED5">
              <w:rPr>
                <w:spacing w:val="2"/>
                <w:sz w:val="24"/>
                <w:szCs w:val="24"/>
              </w:rPr>
              <w:t>силовойэлектропроводки</w:t>
            </w:r>
          </w:p>
          <w:p w:rsidR="004F065D" w:rsidRDefault="004F065D" w:rsidP="007E4ED5">
            <w:pPr>
              <w:pStyle w:val="BodyText"/>
              <w:ind w:firstLine="142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- </w:t>
            </w:r>
            <w:r w:rsidRPr="007E4ED5">
              <w:rPr>
                <w:spacing w:val="2"/>
                <w:sz w:val="24"/>
                <w:szCs w:val="24"/>
              </w:rPr>
              <w:t xml:space="preserve">вводныхустройств </w:t>
            </w:r>
          </w:p>
          <w:p w:rsidR="004F065D" w:rsidRDefault="004F065D" w:rsidP="007E4ED5">
            <w:pPr>
              <w:pStyle w:val="BodyText"/>
              <w:ind w:firstLine="142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- </w:t>
            </w:r>
            <w:r w:rsidRPr="007E4ED5">
              <w:rPr>
                <w:spacing w:val="2"/>
                <w:sz w:val="24"/>
                <w:szCs w:val="24"/>
              </w:rPr>
              <w:t>электрощит</w:t>
            </w:r>
            <w:r>
              <w:rPr>
                <w:spacing w:val="2"/>
                <w:sz w:val="24"/>
                <w:szCs w:val="24"/>
              </w:rPr>
              <w:t>овых</w:t>
            </w:r>
          </w:p>
          <w:p w:rsidR="004F065D" w:rsidRDefault="004F065D" w:rsidP="007E4ED5">
            <w:pPr>
              <w:pStyle w:val="BodyText"/>
              <w:ind w:firstLine="142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- </w:t>
            </w:r>
            <w:r w:rsidRPr="007E4ED5">
              <w:rPr>
                <w:spacing w:val="2"/>
                <w:sz w:val="24"/>
                <w:szCs w:val="24"/>
              </w:rPr>
              <w:t>электродвигателей</w:t>
            </w:r>
          </w:p>
          <w:p w:rsidR="004F065D" w:rsidRPr="007E4ED5" w:rsidRDefault="004F065D" w:rsidP="007E4ED5">
            <w:pPr>
              <w:pStyle w:val="BodyText"/>
              <w:ind w:firstLine="142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- контуров заземления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21D08">
        <w:tblPrEx>
          <w:jc w:val="left"/>
        </w:tblPrEx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left="-709"/>
              <w:jc w:val="center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8</w:t>
            </w:r>
            <w:r w:rsidRPr="007E4ED5">
              <w:rPr>
                <w:spacing w:val="2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Default="004F065D" w:rsidP="007E4ED5">
            <w:pPr>
              <w:spacing w:line="274" w:lineRule="exact"/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Другие работы</w:t>
            </w:r>
          </w:p>
          <w:p w:rsidR="004F065D" w:rsidRDefault="004F065D" w:rsidP="007E4ED5">
            <w:pPr>
              <w:spacing w:line="274" w:lineRule="exact"/>
              <w:ind w:firstLine="142"/>
              <w:jc w:val="left"/>
              <w:rPr>
                <w:spacing w:val="2"/>
                <w:sz w:val="24"/>
                <w:szCs w:val="24"/>
              </w:rPr>
            </w:pPr>
          </w:p>
          <w:p w:rsidR="004F065D" w:rsidRPr="007E4ED5" w:rsidRDefault="004F065D" w:rsidP="007E4ED5">
            <w:pPr>
              <w:spacing w:line="274" w:lineRule="exact"/>
              <w:ind w:firstLine="142"/>
              <w:jc w:val="left"/>
              <w:rPr>
                <w:spacing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F065D" w:rsidRPr="00C21D08">
        <w:tblPrEx>
          <w:jc w:val="left"/>
        </w:tblPrEx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left="-568"/>
              <w:jc w:val="center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142"/>
              <w:jc w:val="left"/>
              <w:rPr>
                <w:spacing w:val="2"/>
                <w:sz w:val="24"/>
                <w:szCs w:val="24"/>
              </w:rPr>
            </w:pPr>
            <w:r w:rsidRPr="007E4ED5">
              <w:rPr>
                <w:spacing w:val="2"/>
                <w:sz w:val="24"/>
                <w:szCs w:val="24"/>
              </w:rPr>
              <w:t>Обеспеченность объекта: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65D" w:rsidRPr="007E4ED5" w:rsidRDefault="004F065D" w:rsidP="007E4ED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4F065D" w:rsidRDefault="004F065D" w:rsidP="00C72EAD">
      <w:pPr>
        <w:ind w:firstLine="0"/>
        <w:jc w:val="center"/>
      </w:pPr>
    </w:p>
    <w:p w:rsidR="004F065D" w:rsidRPr="00612F18" w:rsidRDefault="004F065D" w:rsidP="00612F18">
      <w:pPr>
        <w:ind w:firstLine="0"/>
        <w:rPr>
          <w:sz w:val="24"/>
          <w:szCs w:val="24"/>
        </w:rPr>
      </w:pPr>
      <w:r w:rsidRPr="00612F18">
        <w:rPr>
          <w:sz w:val="24"/>
          <w:szCs w:val="24"/>
        </w:rPr>
        <w:t>котельных топливом ______________________</w:t>
      </w:r>
      <w:r>
        <w:rPr>
          <w:sz w:val="24"/>
          <w:szCs w:val="24"/>
        </w:rPr>
        <w:t xml:space="preserve">____________________ </w:t>
      </w:r>
      <w:r w:rsidRPr="00612F18">
        <w:rPr>
          <w:sz w:val="24"/>
          <w:szCs w:val="24"/>
        </w:rPr>
        <w:t>(указать запас в днях)</w:t>
      </w:r>
    </w:p>
    <w:p w:rsidR="004F065D" w:rsidRPr="00612F18" w:rsidRDefault="004F065D" w:rsidP="00612F18">
      <w:pPr>
        <w:ind w:firstLine="0"/>
        <w:rPr>
          <w:sz w:val="24"/>
          <w:szCs w:val="24"/>
        </w:rPr>
      </w:pPr>
      <w:r w:rsidRPr="00612F18"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______________</w:t>
      </w:r>
      <w:r w:rsidRPr="00612F18">
        <w:rPr>
          <w:sz w:val="24"/>
          <w:szCs w:val="24"/>
        </w:rPr>
        <w:t>_ (тыс. куб. м)</w:t>
      </w:r>
    </w:p>
    <w:p w:rsidR="004F065D" w:rsidRPr="00612F18" w:rsidRDefault="004F065D" w:rsidP="00612F18">
      <w:pPr>
        <w:ind w:firstLine="0"/>
        <w:rPr>
          <w:sz w:val="24"/>
          <w:szCs w:val="24"/>
        </w:rPr>
      </w:pPr>
      <w:r w:rsidRPr="00612F18">
        <w:rPr>
          <w:sz w:val="24"/>
          <w:szCs w:val="24"/>
        </w:rPr>
        <w:t>горюче-смазочными материалами и бензином</w:t>
      </w:r>
      <w:r w:rsidRPr="00612F18">
        <w:rPr>
          <w:sz w:val="24"/>
          <w:szCs w:val="24"/>
        </w:rPr>
        <w:tab/>
        <w:t xml:space="preserve"> ________________</w:t>
      </w:r>
      <w:r>
        <w:rPr>
          <w:sz w:val="24"/>
          <w:szCs w:val="24"/>
        </w:rPr>
        <w:t>___________</w:t>
      </w:r>
      <w:r w:rsidRPr="00612F18">
        <w:rPr>
          <w:sz w:val="24"/>
          <w:szCs w:val="24"/>
        </w:rPr>
        <w:t xml:space="preserve"> (тыс. усл. т)</w:t>
      </w:r>
    </w:p>
    <w:p w:rsidR="004F065D" w:rsidRPr="00612F18" w:rsidRDefault="004F065D" w:rsidP="00612F18">
      <w:pPr>
        <w:ind w:firstLine="0"/>
        <w:rPr>
          <w:sz w:val="24"/>
          <w:szCs w:val="24"/>
        </w:rPr>
      </w:pPr>
      <w:r w:rsidRPr="00612F18">
        <w:rPr>
          <w:sz w:val="24"/>
          <w:szCs w:val="24"/>
        </w:rPr>
        <w:t>пескосоляной смесью и химреагентами</w:t>
      </w:r>
      <w:r w:rsidRPr="00612F18">
        <w:rPr>
          <w:sz w:val="24"/>
          <w:szCs w:val="24"/>
        </w:rPr>
        <w:tab/>
        <w:t>_____________________</w:t>
      </w:r>
      <w:r>
        <w:rPr>
          <w:sz w:val="24"/>
          <w:szCs w:val="24"/>
        </w:rPr>
        <w:t xml:space="preserve">____________ </w:t>
      </w:r>
      <w:r w:rsidRPr="00612F18">
        <w:rPr>
          <w:sz w:val="24"/>
          <w:szCs w:val="24"/>
        </w:rPr>
        <w:t>(тыс. куб. м)</w:t>
      </w:r>
    </w:p>
    <w:p w:rsidR="004F065D" w:rsidRDefault="004F065D" w:rsidP="00612F18">
      <w:pPr>
        <w:ind w:firstLine="0"/>
        <w:rPr>
          <w:sz w:val="24"/>
          <w:szCs w:val="24"/>
        </w:rPr>
      </w:pPr>
      <w:r w:rsidRPr="00612F18">
        <w:rPr>
          <w:sz w:val="24"/>
          <w:szCs w:val="24"/>
        </w:rPr>
        <w:t>инструментом и инвентарем для зимней уборки территорий _________</w:t>
      </w:r>
      <w:r>
        <w:rPr>
          <w:sz w:val="24"/>
          <w:szCs w:val="24"/>
        </w:rPr>
        <w:t>_____________</w:t>
      </w:r>
      <w:r w:rsidRPr="00612F18">
        <w:rPr>
          <w:sz w:val="24"/>
          <w:szCs w:val="24"/>
        </w:rPr>
        <w:t>_ (шт.)</w:t>
      </w:r>
    </w:p>
    <w:p w:rsidR="004F065D" w:rsidRDefault="004F065D" w:rsidP="00612F18">
      <w:pPr>
        <w:ind w:firstLine="0"/>
        <w:rPr>
          <w:sz w:val="24"/>
          <w:szCs w:val="24"/>
        </w:rPr>
      </w:pPr>
    </w:p>
    <w:p w:rsidR="004F065D" w:rsidRDefault="004F065D" w:rsidP="00612F18">
      <w:pPr>
        <w:ind w:firstLine="0"/>
        <w:jc w:val="center"/>
        <w:rPr>
          <w:sz w:val="24"/>
          <w:szCs w:val="24"/>
        </w:rPr>
      </w:pPr>
    </w:p>
    <w:p w:rsidR="004F065D" w:rsidRPr="00612F18" w:rsidRDefault="004F065D" w:rsidP="00612F18">
      <w:pPr>
        <w:ind w:firstLine="0"/>
        <w:jc w:val="center"/>
        <w:rPr>
          <w:sz w:val="24"/>
          <w:szCs w:val="24"/>
        </w:rPr>
      </w:pPr>
      <w:r w:rsidRPr="00612F18">
        <w:rPr>
          <w:sz w:val="24"/>
          <w:szCs w:val="24"/>
        </w:rPr>
        <w:t>IV. РЕЗУЛЬТАТЫ ПРОВЕРКИ ГОТОВНОСТИ ОБЪЕКТА</w:t>
      </w:r>
    </w:p>
    <w:p w:rsidR="004F065D" w:rsidRPr="00612F18" w:rsidRDefault="004F065D" w:rsidP="00612F18">
      <w:pPr>
        <w:ind w:firstLine="0"/>
        <w:jc w:val="center"/>
        <w:rPr>
          <w:sz w:val="24"/>
          <w:szCs w:val="24"/>
        </w:rPr>
      </w:pPr>
      <w:r w:rsidRPr="00612F18">
        <w:rPr>
          <w:sz w:val="24"/>
          <w:szCs w:val="24"/>
        </w:rPr>
        <w:t>К ОСЕННЕ-ЗИМНЕМУ ПЕРИОДУ 20</w:t>
      </w:r>
      <w:r>
        <w:rPr>
          <w:sz w:val="24"/>
          <w:szCs w:val="24"/>
        </w:rPr>
        <w:t xml:space="preserve"> ___г</w:t>
      </w:r>
      <w:r w:rsidRPr="00612F18">
        <w:rPr>
          <w:sz w:val="24"/>
          <w:szCs w:val="24"/>
        </w:rPr>
        <w:t>.</w:t>
      </w:r>
    </w:p>
    <w:p w:rsidR="004F065D" w:rsidRDefault="004F065D" w:rsidP="00612F18">
      <w:pPr>
        <w:ind w:firstLine="0"/>
        <w:jc w:val="center"/>
        <w:rPr>
          <w:sz w:val="24"/>
          <w:szCs w:val="24"/>
        </w:rPr>
      </w:pPr>
    </w:p>
    <w:p w:rsidR="004F065D" w:rsidRPr="00612F18" w:rsidRDefault="004F065D" w:rsidP="00612F18">
      <w:pPr>
        <w:ind w:firstLine="0"/>
        <w:jc w:val="left"/>
        <w:rPr>
          <w:sz w:val="24"/>
          <w:szCs w:val="24"/>
        </w:rPr>
      </w:pPr>
      <w:r w:rsidRPr="00612F18">
        <w:rPr>
          <w:b/>
          <w:bCs/>
          <w:sz w:val="24"/>
          <w:szCs w:val="24"/>
        </w:rPr>
        <w:t>Комиссия</w:t>
      </w:r>
      <w:r w:rsidRPr="00612F18">
        <w:rPr>
          <w:sz w:val="24"/>
          <w:szCs w:val="24"/>
        </w:rPr>
        <w:t xml:space="preserve"> в составе:</w:t>
      </w:r>
    </w:p>
    <w:p w:rsidR="004F065D" w:rsidRDefault="004F065D" w:rsidP="00612F18">
      <w:pPr>
        <w:ind w:firstLine="0"/>
        <w:jc w:val="left"/>
        <w:rPr>
          <w:sz w:val="24"/>
          <w:szCs w:val="24"/>
        </w:rPr>
      </w:pPr>
      <w:r w:rsidRPr="00612F18">
        <w:rPr>
          <w:b/>
          <w:bCs/>
          <w:sz w:val="24"/>
          <w:szCs w:val="24"/>
        </w:rPr>
        <w:t xml:space="preserve">председателя </w:t>
      </w:r>
      <w:r w:rsidRPr="00612F18">
        <w:rPr>
          <w:sz w:val="24"/>
          <w:szCs w:val="24"/>
        </w:rPr>
        <w:t>- руководителя управляющей организации</w:t>
      </w:r>
      <w:r>
        <w:rPr>
          <w:sz w:val="24"/>
          <w:szCs w:val="24"/>
        </w:rPr>
        <w:t xml:space="preserve"> ______________________________</w:t>
      </w:r>
    </w:p>
    <w:p w:rsidR="004F065D" w:rsidRDefault="004F065D" w:rsidP="00612F18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F065D" w:rsidRPr="00A82F50" w:rsidRDefault="004F065D" w:rsidP="00612F18">
      <w:pPr>
        <w:ind w:firstLine="0"/>
        <w:jc w:val="left"/>
        <w:rPr>
          <w:b/>
          <w:bCs/>
          <w:sz w:val="24"/>
          <w:szCs w:val="24"/>
        </w:rPr>
      </w:pPr>
    </w:p>
    <w:p w:rsidR="004F065D" w:rsidRPr="00A82F50" w:rsidRDefault="004F065D" w:rsidP="00A82F50">
      <w:pPr>
        <w:ind w:firstLine="0"/>
        <w:jc w:val="left"/>
        <w:rPr>
          <w:b/>
          <w:bCs/>
          <w:spacing w:val="3"/>
          <w:sz w:val="24"/>
          <w:szCs w:val="24"/>
        </w:rPr>
      </w:pPr>
      <w:r w:rsidRPr="00A82F50">
        <w:rPr>
          <w:b/>
          <w:bCs/>
          <w:spacing w:val="3"/>
          <w:sz w:val="24"/>
          <w:szCs w:val="24"/>
        </w:rPr>
        <w:t>членов комиссии:</w:t>
      </w:r>
    </w:p>
    <w:p w:rsidR="004F065D" w:rsidRDefault="004F065D" w:rsidP="00A82F50">
      <w:pPr>
        <w:ind w:firstLine="0"/>
        <w:jc w:val="left"/>
        <w:rPr>
          <w:spacing w:val="3"/>
          <w:sz w:val="24"/>
          <w:szCs w:val="24"/>
        </w:rPr>
      </w:pPr>
      <w:r w:rsidRPr="00A82F50">
        <w:rPr>
          <w:spacing w:val="3"/>
          <w:sz w:val="24"/>
          <w:szCs w:val="24"/>
        </w:rPr>
        <w:t>- представителей собственников помещений в многоквартирном доме (советамногоквартирного дома):</w:t>
      </w:r>
      <w:r>
        <w:rPr>
          <w:spacing w:val="3"/>
          <w:sz w:val="24"/>
          <w:szCs w:val="24"/>
        </w:rPr>
        <w:t xml:space="preserve"> ________________________________________________________</w:t>
      </w:r>
    </w:p>
    <w:p w:rsidR="004F065D" w:rsidRDefault="004F065D" w:rsidP="00A82F50">
      <w:pPr>
        <w:ind w:firstLine="0"/>
        <w:jc w:val="left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065D" w:rsidRDefault="004F065D" w:rsidP="00A82F50">
      <w:pPr>
        <w:ind w:firstLine="0"/>
        <w:jc w:val="left"/>
        <w:rPr>
          <w:sz w:val="24"/>
          <w:szCs w:val="24"/>
        </w:rPr>
      </w:pPr>
    </w:p>
    <w:p w:rsidR="004F065D" w:rsidRDefault="004F065D" w:rsidP="00A82F50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82F50">
        <w:rPr>
          <w:sz w:val="24"/>
          <w:szCs w:val="24"/>
        </w:rPr>
        <w:t>представителей органа муниципального жилищного контроля</w:t>
      </w:r>
      <w:r>
        <w:rPr>
          <w:sz w:val="24"/>
          <w:szCs w:val="24"/>
        </w:rPr>
        <w:t>: ________________________</w:t>
      </w:r>
    </w:p>
    <w:p w:rsidR="004F065D" w:rsidRDefault="004F065D" w:rsidP="00A82F50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F065D" w:rsidRDefault="004F065D" w:rsidP="00A82F50">
      <w:pPr>
        <w:ind w:firstLine="0"/>
        <w:jc w:val="left"/>
        <w:rPr>
          <w:sz w:val="24"/>
          <w:szCs w:val="24"/>
        </w:rPr>
      </w:pPr>
    </w:p>
    <w:p w:rsidR="004F065D" w:rsidRDefault="004F065D" w:rsidP="00A82F50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82F50">
        <w:rPr>
          <w:sz w:val="24"/>
          <w:szCs w:val="24"/>
        </w:rPr>
        <w:t>представителей специализированных организаций</w:t>
      </w:r>
      <w:r>
        <w:rPr>
          <w:sz w:val="24"/>
          <w:szCs w:val="24"/>
        </w:rPr>
        <w:t>: __________________________________</w:t>
      </w:r>
    </w:p>
    <w:p w:rsidR="004F065D" w:rsidRDefault="004F065D" w:rsidP="00A82F50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65D" w:rsidRDefault="004F065D" w:rsidP="00A82F50">
      <w:pPr>
        <w:ind w:firstLine="0"/>
        <w:jc w:val="left"/>
        <w:rPr>
          <w:sz w:val="24"/>
          <w:szCs w:val="24"/>
        </w:rPr>
      </w:pPr>
    </w:p>
    <w:p w:rsidR="004F065D" w:rsidRDefault="004F065D" w:rsidP="00A82F50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82F50">
        <w:rPr>
          <w:sz w:val="24"/>
          <w:szCs w:val="24"/>
        </w:rPr>
        <w:t>представителей муниципального образования</w:t>
      </w:r>
      <w:r>
        <w:rPr>
          <w:sz w:val="24"/>
          <w:szCs w:val="24"/>
        </w:rPr>
        <w:t>: ______________________________________</w:t>
      </w:r>
    </w:p>
    <w:p w:rsidR="004F065D" w:rsidRDefault="004F065D" w:rsidP="00A82F50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F065D" w:rsidRDefault="004F065D" w:rsidP="00A82F50">
      <w:pPr>
        <w:ind w:firstLine="0"/>
        <w:jc w:val="left"/>
        <w:rPr>
          <w:sz w:val="24"/>
          <w:szCs w:val="24"/>
        </w:rPr>
      </w:pPr>
    </w:p>
    <w:p w:rsidR="004F065D" w:rsidRDefault="004F065D" w:rsidP="00FF7C0D">
      <w:pPr>
        <w:ind w:firstLine="0"/>
        <w:rPr>
          <w:sz w:val="24"/>
          <w:szCs w:val="24"/>
        </w:rPr>
      </w:pPr>
      <w:r w:rsidRPr="00A82F50">
        <w:rPr>
          <w:sz w:val="24"/>
          <w:szCs w:val="24"/>
        </w:rPr>
        <w:t xml:space="preserve">произвела проверку вышеуказанного объекта и подтверждает, что данный объект к эксплуатации в осенне-зимний период </w:t>
      </w:r>
      <w:r w:rsidRPr="00A82F50">
        <w:rPr>
          <w:b/>
          <w:bCs/>
          <w:sz w:val="24"/>
          <w:szCs w:val="24"/>
        </w:rPr>
        <w:t>подготовлен</w:t>
      </w:r>
      <w:r w:rsidRPr="00A82F50">
        <w:rPr>
          <w:sz w:val="24"/>
          <w:szCs w:val="24"/>
        </w:rPr>
        <w:t>.</w:t>
      </w:r>
    </w:p>
    <w:p w:rsidR="004F065D" w:rsidRDefault="004F065D" w:rsidP="00FF7C0D">
      <w:pPr>
        <w:ind w:firstLine="0"/>
        <w:rPr>
          <w:sz w:val="24"/>
          <w:szCs w:val="24"/>
        </w:rPr>
      </w:pPr>
    </w:p>
    <w:p w:rsidR="004F065D" w:rsidRDefault="004F065D" w:rsidP="00FF7C0D">
      <w:pPr>
        <w:ind w:firstLine="0"/>
        <w:rPr>
          <w:b/>
          <w:bCs/>
          <w:sz w:val="24"/>
          <w:szCs w:val="24"/>
        </w:rPr>
      </w:pPr>
      <w:r w:rsidRPr="00A82F50">
        <w:rPr>
          <w:b/>
          <w:bCs/>
          <w:sz w:val="24"/>
          <w:szCs w:val="24"/>
        </w:rPr>
        <w:t>Председатель комиссии:</w:t>
      </w:r>
    </w:p>
    <w:p w:rsidR="004F065D" w:rsidRPr="00A82F50" w:rsidRDefault="004F065D" w:rsidP="00FF7C0D">
      <w:pPr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A82F50" w:rsidRDefault="004F065D" w:rsidP="00FF7C0D">
      <w:pPr>
        <w:ind w:firstLine="0"/>
        <w:jc w:val="left"/>
        <w:rPr>
          <w:b/>
          <w:bCs/>
          <w:sz w:val="24"/>
          <w:szCs w:val="24"/>
        </w:rPr>
      </w:pPr>
      <w:r w:rsidRPr="002F0181">
        <w:rPr>
          <w:b/>
          <w:bCs/>
          <w:sz w:val="24"/>
          <w:szCs w:val="24"/>
        </w:rPr>
        <w:t>Члены комиссии:</w:t>
      </w:r>
      <w:r>
        <w:rPr>
          <w:b/>
          <w:bCs/>
          <w:sz w:val="24"/>
          <w:szCs w:val="24"/>
        </w:rPr>
        <w:t xml:space="preserve">                                                 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A82F50" w:rsidRDefault="004F065D" w:rsidP="00FF7C0D">
      <w:pPr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A82F50" w:rsidRDefault="004F065D" w:rsidP="00FF7C0D">
      <w:pPr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A82F50" w:rsidRDefault="004F065D" w:rsidP="00FF7C0D">
      <w:pPr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A82F50" w:rsidRDefault="004F065D" w:rsidP="00FF7C0D">
      <w:pPr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A82F50" w:rsidRDefault="004F065D" w:rsidP="00FF7C0D">
      <w:pPr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2F0181" w:rsidRDefault="004F065D" w:rsidP="00FF7C0D">
      <w:pPr>
        <w:ind w:firstLine="0"/>
        <w:jc w:val="left"/>
        <w:rPr>
          <w:sz w:val="24"/>
          <w:szCs w:val="24"/>
        </w:rPr>
      </w:pPr>
      <w:r w:rsidRPr="002F0181">
        <w:rPr>
          <w:sz w:val="24"/>
          <w:szCs w:val="24"/>
        </w:rPr>
        <w:t>«______»_______________20____ г.</w:t>
      </w:r>
    </w:p>
    <w:p w:rsidR="004F065D" w:rsidRDefault="004F065D" w:rsidP="00FF7C0D">
      <w:pPr>
        <w:ind w:firstLine="0"/>
        <w:jc w:val="left"/>
        <w:rPr>
          <w:b/>
          <w:bCs/>
          <w:sz w:val="24"/>
          <w:szCs w:val="24"/>
        </w:rPr>
      </w:pPr>
    </w:p>
    <w:p w:rsidR="004F065D" w:rsidRPr="002F0181" w:rsidRDefault="004F065D" w:rsidP="00FF7C0D">
      <w:pPr>
        <w:ind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Разрешаю </w:t>
      </w:r>
      <w:r>
        <w:rPr>
          <w:sz w:val="24"/>
          <w:szCs w:val="24"/>
        </w:rPr>
        <w:t>эксплуатацию данного дома в осенне-зимний период 20 ___г.</w:t>
      </w:r>
    </w:p>
    <w:p w:rsidR="004F065D" w:rsidRDefault="004F065D" w:rsidP="00FF7C0D">
      <w:pPr>
        <w:ind w:firstLine="0"/>
        <w:jc w:val="left"/>
        <w:rPr>
          <w:sz w:val="24"/>
          <w:szCs w:val="24"/>
        </w:rPr>
      </w:pPr>
      <w:r w:rsidRPr="002F0181">
        <w:rPr>
          <w:b/>
          <w:bCs/>
          <w:sz w:val="24"/>
          <w:szCs w:val="24"/>
        </w:rPr>
        <w:t>Глава муниципального образования (заместитель)</w:t>
      </w:r>
      <w:r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>________________________________</w:t>
      </w:r>
    </w:p>
    <w:p w:rsidR="004F065D" w:rsidRDefault="004F065D" w:rsidP="00FF7C0D">
      <w:pPr>
        <w:ind w:firstLine="0"/>
        <w:jc w:val="right"/>
        <w:rPr>
          <w:b/>
          <w:bCs/>
          <w:sz w:val="24"/>
          <w:szCs w:val="24"/>
        </w:rPr>
      </w:pPr>
    </w:p>
    <w:p w:rsidR="004F065D" w:rsidRPr="00A82F50" w:rsidRDefault="004F065D" w:rsidP="00FF7C0D">
      <w:pPr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    (____________________</w:t>
      </w:r>
      <w:r w:rsidRPr="00A82F50">
        <w:rPr>
          <w:b/>
          <w:bCs/>
          <w:sz w:val="24"/>
          <w:szCs w:val="24"/>
        </w:rPr>
        <w:t>)</w:t>
      </w:r>
    </w:p>
    <w:p w:rsidR="004F065D" w:rsidRDefault="004F065D" w:rsidP="00FF7C0D">
      <w:pPr>
        <w:ind w:firstLine="0"/>
        <w:jc w:val="center"/>
        <w:rPr>
          <w:sz w:val="20"/>
          <w:szCs w:val="20"/>
        </w:rPr>
      </w:pPr>
      <w:r w:rsidRPr="00A82F50">
        <w:rPr>
          <w:sz w:val="20"/>
          <w:szCs w:val="20"/>
        </w:rPr>
        <w:t xml:space="preserve">     подпись</w:t>
      </w:r>
      <w:r w:rsidRPr="00A82F50">
        <w:rPr>
          <w:sz w:val="20"/>
          <w:szCs w:val="20"/>
        </w:rPr>
        <w:tab/>
        <w:t xml:space="preserve">  ФИО</w:t>
      </w:r>
    </w:p>
    <w:p w:rsidR="004F065D" w:rsidRPr="002F0181" w:rsidRDefault="004F065D" w:rsidP="00FF7C0D">
      <w:pPr>
        <w:ind w:firstLine="0"/>
        <w:jc w:val="left"/>
        <w:rPr>
          <w:sz w:val="24"/>
          <w:szCs w:val="24"/>
        </w:rPr>
      </w:pPr>
    </w:p>
    <w:sectPr w:rsidR="004F065D" w:rsidRPr="002F0181" w:rsidSect="00FF7C0D">
      <w:headerReference w:type="default" r:id="rId7"/>
      <w:type w:val="continuous"/>
      <w:pgSz w:w="11906" w:h="16838" w:code="9"/>
      <w:pgMar w:top="851" w:right="851" w:bottom="851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65D" w:rsidRDefault="004F065D">
      <w:r>
        <w:separator/>
      </w:r>
    </w:p>
  </w:endnote>
  <w:endnote w:type="continuationSeparator" w:id="1">
    <w:p w:rsidR="004F065D" w:rsidRDefault="004F0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65D" w:rsidRDefault="004F065D">
      <w:r>
        <w:separator/>
      </w:r>
    </w:p>
  </w:footnote>
  <w:footnote w:type="continuationSeparator" w:id="1">
    <w:p w:rsidR="004F065D" w:rsidRDefault="004F0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65D" w:rsidRPr="00572AD9" w:rsidRDefault="004F065D" w:rsidP="002F0181">
    <w:pPr>
      <w:pStyle w:val="Header"/>
      <w:framePr w:w="169" w:wrap="auto" w:vAnchor="text" w:hAnchor="margin" w:xAlign="center" w:y="1"/>
      <w:ind w:firstLine="0"/>
      <w:rPr>
        <w:rStyle w:val="PageNumber"/>
        <w:sz w:val="24"/>
        <w:szCs w:val="24"/>
      </w:rPr>
    </w:pPr>
    <w:r w:rsidRPr="00572AD9">
      <w:rPr>
        <w:rStyle w:val="PageNumber"/>
        <w:sz w:val="24"/>
        <w:szCs w:val="24"/>
      </w:rPr>
      <w:fldChar w:fldCharType="begin"/>
    </w:r>
    <w:r w:rsidRPr="00572AD9">
      <w:rPr>
        <w:rStyle w:val="PageNumber"/>
        <w:sz w:val="24"/>
        <w:szCs w:val="24"/>
      </w:rPr>
      <w:instrText xml:space="preserve">PAGE  </w:instrText>
    </w:r>
    <w:r w:rsidRPr="00572AD9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4</w:t>
    </w:r>
    <w:r w:rsidRPr="00572AD9">
      <w:rPr>
        <w:rStyle w:val="PageNumber"/>
        <w:sz w:val="24"/>
        <w:szCs w:val="24"/>
      </w:rPr>
      <w:fldChar w:fldCharType="end"/>
    </w:r>
  </w:p>
  <w:p w:rsidR="004F065D" w:rsidRDefault="004F065D" w:rsidP="002F0181">
    <w:pPr>
      <w:pStyle w:val="Header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</w:rPr>
    </w:lvl>
  </w:abstractNum>
  <w:abstractNum w:abstractNumId="5">
    <w:nsid w:val="09EF4430"/>
    <w:multiLevelType w:val="hybridMultilevel"/>
    <w:tmpl w:val="31E0ACCA"/>
    <w:lvl w:ilvl="0" w:tplc="0BECDBA6">
      <w:start w:val="1"/>
      <w:numFmt w:val="decimal"/>
      <w:lvlText w:val="%1."/>
      <w:lvlJc w:val="left"/>
      <w:pPr>
        <w:tabs>
          <w:tab w:val="num" w:pos="453"/>
        </w:tabs>
        <w:ind w:left="453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155"/>
    <w:rsid w:val="000049C6"/>
    <w:rsid w:val="00010308"/>
    <w:rsid w:val="00032137"/>
    <w:rsid w:val="0004444E"/>
    <w:rsid w:val="000445DE"/>
    <w:rsid w:val="00056268"/>
    <w:rsid w:val="0006446A"/>
    <w:rsid w:val="000744C6"/>
    <w:rsid w:val="0007498E"/>
    <w:rsid w:val="00094A0A"/>
    <w:rsid w:val="000A27EC"/>
    <w:rsid w:val="000A40E8"/>
    <w:rsid w:val="000A565B"/>
    <w:rsid w:val="000B103D"/>
    <w:rsid w:val="000B4552"/>
    <w:rsid w:val="000C00F8"/>
    <w:rsid w:val="000C4244"/>
    <w:rsid w:val="000D0DE7"/>
    <w:rsid w:val="000D26F3"/>
    <w:rsid w:val="000D5124"/>
    <w:rsid w:val="000E1E9F"/>
    <w:rsid w:val="000E6BA1"/>
    <w:rsid w:val="000E75C5"/>
    <w:rsid w:val="00100131"/>
    <w:rsid w:val="00102981"/>
    <w:rsid w:val="0010396C"/>
    <w:rsid w:val="00103FF4"/>
    <w:rsid w:val="00117488"/>
    <w:rsid w:val="0012043E"/>
    <w:rsid w:val="00125386"/>
    <w:rsid w:val="0012735D"/>
    <w:rsid w:val="00127E0D"/>
    <w:rsid w:val="001313CA"/>
    <w:rsid w:val="001340AB"/>
    <w:rsid w:val="00160EA7"/>
    <w:rsid w:val="00162C41"/>
    <w:rsid w:val="00165CAC"/>
    <w:rsid w:val="001858B7"/>
    <w:rsid w:val="001914C6"/>
    <w:rsid w:val="0019319C"/>
    <w:rsid w:val="001A08FD"/>
    <w:rsid w:val="001A13A8"/>
    <w:rsid w:val="001B542F"/>
    <w:rsid w:val="001B5D50"/>
    <w:rsid w:val="001B659A"/>
    <w:rsid w:val="001B7E97"/>
    <w:rsid w:val="001C71A9"/>
    <w:rsid w:val="001F52E6"/>
    <w:rsid w:val="002025FA"/>
    <w:rsid w:val="00211BA2"/>
    <w:rsid w:val="00231F85"/>
    <w:rsid w:val="00253DBA"/>
    <w:rsid w:val="00262F4D"/>
    <w:rsid w:val="00263106"/>
    <w:rsid w:val="00265893"/>
    <w:rsid w:val="00265DEF"/>
    <w:rsid w:val="002726E7"/>
    <w:rsid w:val="00273CB6"/>
    <w:rsid w:val="00285119"/>
    <w:rsid w:val="00286666"/>
    <w:rsid w:val="00291CB7"/>
    <w:rsid w:val="00293274"/>
    <w:rsid w:val="002A036C"/>
    <w:rsid w:val="002A746C"/>
    <w:rsid w:val="002D6540"/>
    <w:rsid w:val="002E20C0"/>
    <w:rsid w:val="002E6EAE"/>
    <w:rsid w:val="002F0181"/>
    <w:rsid w:val="002F1FB0"/>
    <w:rsid w:val="00305EB6"/>
    <w:rsid w:val="00313950"/>
    <w:rsid w:val="00314026"/>
    <w:rsid w:val="00320050"/>
    <w:rsid w:val="003302CD"/>
    <w:rsid w:val="00331DEA"/>
    <w:rsid w:val="00336C10"/>
    <w:rsid w:val="00342537"/>
    <w:rsid w:val="003468E8"/>
    <w:rsid w:val="00355080"/>
    <w:rsid w:val="00355B89"/>
    <w:rsid w:val="00362CE8"/>
    <w:rsid w:val="00363D05"/>
    <w:rsid w:val="0037630B"/>
    <w:rsid w:val="0039167A"/>
    <w:rsid w:val="003A2778"/>
    <w:rsid w:val="003A5BE9"/>
    <w:rsid w:val="003C7845"/>
    <w:rsid w:val="003D29DC"/>
    <w:rsid w:val="003E3912"/>
    <w:rsid w:val="003F50F9"/>
    <w:rsid w:val="00412AB3"/>
    <w:rsid w:val="00427703"/>
    <w:rsid w:val="00432703"/>
    <w:rsid w:val="004567CD"/>
    <w:rsid w:val="00465FDE"/>
    <w:rsid w:val="0046793C"/>
    <w:rsid w:val="00477265"/>
    <w:rsid w:val="0048096C"/>
    <w:rsid w:val="004837E5"/>
    <w:rsid w:val="004A660F"/>
    <w:rsid w:val="004B7ED8"/>
    <w:rsid w:val="004D7209"/>
    <w:rsid w:val="004E6AC6"/>
    <w:rsid w:val="004F065D"/>
    <w:rsid w:val="004F4AF0"/>
    <w:rsid w:val="0050252C"/>
    <w:rsid w:val="005141AC"/>
    <w:rsid w:val="00514E26"/>
    <w:rsid w:val="00514EFD"/>
    <w:rsid w:val="005370E6"/>
    <w:rsid w:val="00537E37"/>
    <w:rsid w:val="005434A0"/>
    <w:rsid w:val="005536B2"/>
    <w:rsid w:val="00557564"/>
    <w:rsid w:val="005604FF"/>
    <w:rsid w:val="00565A5F"/>
    <w:rsid w:val="0057059C"/>
    <w:rsid w:val="005726DB"/>
    <w:rsid w:val="00572AD9"/>
    <w:rsid w:val="00590DB8"/>
    <w:rsid w:val="00591863"/>
    <w:rsid w:val="00594F87"/>
    <w:rsid w:val="005975C7"/>
    <w:rsid w:val="005A3AFA"/>
    <w:rsid w:val="005A6A91"/>
    <w:rsid w:val="005B0523"/>
    <w:rsid w:val="005C468C"/>
    <w:rsid w:val="005F08FC"/>
    <w:rsid w:val="00612012"/>
    <w:rsid w:val="00612F18"/>
    <w:rsid w:val="0063196F"/>
    <w:rsid w:val="00636C10"/>
    <w:rsid w:val="00645439"/>
    <w:rsid w:val="006647CC"/>
    <w:rsid w:val="006719FF"/>
    <w:rsid w:val="0068556B"/>
    <w:rsid w:val="00687A0D"/>
    <w:rsid w:val="006911D3"/>
    <w:rsid w:val="006B419E"/>
    <w:rsid w:val="006C0CF0"/>
    <w:rsid w:val="006C36BC"/>
    <w:rsid w:val="006E39A8"/>
    <w:rsid w:val="006F0873"/>
    <w:rsid w:val="00705D94"/>
    <w:rsid w:val="007208BB"/>
    <w:rsid w:val="00722CCB"/>
    <w:rsid w:val="00727E4E"/>
    <w:rsid w:val="00734391"/>
    <w:rsid w:val="00745547"/>
    <w:rsid w:val="00767FD5"/>
    <w:rsid w:val="007708F0"/>
    <w:rsid w:val="007729D9"/>
    <w:rsid w:val="00774987"/>
    <w:rsid w:val="00774C45"/>
    <w:rsid w:val="0077792B"/>
    <w:rsid w:val="00777F1C"/>
    <w:rsid w:val="00780B3F"/>
    <w:rsid w:val="0078784A"/>
    <w:rsid w:val="007A5893"/>
    <w:rsid w:val="007A6BAE"/>
    <w:rsid w:val="007B74E6"/>
    <w:rsid w:val="007C15B6"/>
    <w:rsid w:val="007C49CA"/>
    <w:rsid w:val="007D4D30"/>
    <w:rsid w:val="007E4ED5"/>
    <w:rsid w:val="00803666"/>
    <w:rsid w:val="0080389F"/>
    <w:rsid w:val="0083108C"/>
    <w:rsid w:val="00834562"/>
    <w:rsid w:val="00844A1A"/>
    <w:rsid w:val="00847405"/>
    <w:rsid w:val="00850E26"/>
    <w:rsid w:val="00855335"/>
    <w:rsid w:val="0085598C"/>
    <w:rsid w:val="00860D2A"/>
    <w:rsid w:val="00866A08"/>
    <w:rsid w:val="008671D3"/>
    <w:rsid w:val="008730C7"/>
    <w:rsid w:val="00890AFC"/>
    <w:rsid w:val="008A74AC"/>
    <w:rsid w:val="008B6F5D"/>
    <w:rsid w:val="008C596F"/>
    <w:rsid w:val="008C5D04"/>
    <w:rsid w:val="008D629D"/>
    <w:rsid w:val="008E79CC"/>
    <w:rsid w:val="008F65DD"/>
    <w:rsid w:val="00900520"/>
    <w:rsid w:val="00900847"/>
    <w:rsid w:val="00904704"/>
    <w:rsid w:val="009111FD"/>
    <w:rsid w:val="009113FF"/>
    <w:rsid w:val="00932BD9"/>
    <w:rsid w:val="0093785C"/>
    <w:rsid w:val="00940754"/>
    <w:rsid w:val="009407BF"/>
    <w:rsid w:val="009463E9"/>
    <w:rsid w:val="00950DF7"/>
    <w:rsid w:val="009516D6"/>
    <w:rsid w:val="009528F8"/>
    <w:rsid w:val="0096022D"/>
    <w:rsid w:val="00962B17"/>
    <w:rsid w:val="009670EB"/>
    <w:rsid w:val="00972250"/>
    <w:rsid w:val="00975FC9"/>
    <w:rsid w:val="00986577"/>
    <w:rsid w:val="00990A1D"/>
    <w:rsid w:val="009957CC"/>
    <w:rsid w:val="009957DC"/>
    <w:rsid w:val="00996616"/>
    <w:rsid w:val="009B63DB"/>
    <w:rsid w:val="009C25E1"/>
    <w:rsid w:val="009C3715"/>
    <w:rsid w:val="009C44B1"/>
    <w:rsid w:val="009C6E2B"/>
    <w:rsid w:val="009D3AF2"/>
    <w:rsid w:val="009E489A"/>
    <w:rsid w:val="009F3C79"/>
    <w:rsid w:val="009F772C"/>
    <w:rsid w:val="00A067D2"/>
    <w:rsid w:val="00A073E2"/>
    <w:rsid w:val="00A11DDB"/>
    <w:rsid w:val="00A16395"/>
    <w:rsid w:val="00A222B6"/>
    <w:rsid w:val="00A30A75"/>
    <w:rsid w:val="00A3174D"/>
    <w:rsid w:val="00A43405"/>
    <w:rsid w:val="00A454EE"/>
    <w:rsid w:val="00A51779"/>
    <w:rsid w:val="00A53363"/>
    <w:rsid w:val="00A66880"/>
    <w:rsid w:val="00A81916"/>
    <w:rsid w:val="00A82F50"/>
    <w:rsid w:val="00A93C04"/>
    <w:rsid w:val="00AA6255"/>
    <w:rsid w:val="00AB0545"/>
    <w:rsid w:val="00AB11C4"/>
    <w:rsid w:val="00AB4A0F"/>
    <w:rsid w:val="00AC0751"/>
    <w:rsid w:val="00AD4494"/>
    <w:rsid w:val="00AD758F"/>
    <w:rsid w:val="00AE0B9F"/>
    <w:rsid w:val="00AE5384"/>
    <w:rsid w:val="00AE6615"/>
    <w:rsid w:val="00B03937"/>
    <w:rsid w:val="00B13756"/>
    <w:rsid w:val="00B13A2A"/>
    <w:rsid w:val="00B2200E"/>
    <w:rsid w:val="00B270ED"/>
    <w:rsid w:val="00B33675"/>
    <w:rsid w:val="00B3566B"/>
    <w:rsid w:val="00B37DE3"/>
    <w:rsid w:val="00B63FF0"/>
    <w:rsid w:val="00B641BF"/>
    <w:rsid w:val="00B76F04"/>
    <w:rsid w:val="00B84380"/>
    <w:rsid w:val="00B8449C"/>
    <w:rsid w:val="00B9044D"/>
    <w:rsid w:val="00B94155"/>
    <w:rsid w:val="00B947EC"/>
    <w:rsid w:val="00B96AD7"/>
    <w:rsid w:val="00BA5454"/>
    <w:rsid w:val="00BC0B21"/>
    <w:rsid w:val="00BC70E9"/>
    <w:rsid w:val="00BD0A7C"/>
    <w:rsid w:val="00BF62A9"/>
    <w:rsid w:val="00C10972"/>
    <w:rsid w:val="00C21D08"/>
    <w:rsid w:val="00C265BD"/>
    <w:rsid w:val="00C42B57"/>
    <w:rsid w:val="00C4314D"/>
    <w:rsid w:val="00C518C6"/>
    <w:rsid w:val="00C51D9A"/>
    <w:rsid w:val="00C67945"/>
    <w:rsid w:val="00C7200D"/>
    <w:rsid w:val="00C72EAD"/>
    <w:rsid w:val="00C8029A"/>
    <w:rsid w:val="00C82BB3"/>
    <w:rsid w:val="00C868D0"/>
    <w:rsid w:val="00CB33AC"/>
    <w:rsid w:val="00CB4BF5"/>
    <w:rsid w:val="00CC105B"/>
    <w:rsid w:val="00CD6B77"/>
    <w:rsid w:val="00CD6F90"/>
    <w:rsid w:val="00CE3444"/>
    <w:rsid w:val="00CE3553"/>
    <w:rsid w:val="00CE45ED"/>
    <w:rsid w:val="00D01999"/>
    <w:rsid w:val="00D0557B"/>
    <w:rsid w:val="00D06700"/>
    <w:rsid w:val="00D12AD7"/>
    <w:rsid w:val="00D13949"/>
    <w:rsid w:val="00D17AC4"/>
    <w:rsid w:val="00D274E7"/>
    <w:rsid w:val="00D3189B"/>
    <w:rsid w:val="00D4140C"/>
    <w:rsid w:val="00D42C84"/>
    <w:rsid w:val="00D44309"/>
    <w:rsid w:val="00D51104"/>
    <w:rsid w:val="00D517D7"/>
    <w:rsid w:val="00D7095A"/>
    <w:rsid w:val="00D74B8F"/>
    <w:rsid w:val="00D833A1"/>
    <w:rsid w:val="00D9185F"/>
    <w:rsid w:val="00D93CC1"/>
    <w:rsid w:val="00DB61AD"/>
    <w:rsid w:val="00DC24AD"/>
    <w:rsid w:val="00DC70DF"/>
    <w:rsid w:val="00DF0DD7"/>
    <w:rsid w:val="00E0362C"/>
    <w:rsid w:val="00E052CD"/>
    <w:rsid w:val="00E21F4F"/>
    <w:rsid w:val="00E34298"/>
    <w:rsid w:val="00E47729"/>
    <w:rsid w:val="00E60221"/>
    <w:rsid w:val="00E83188"/>
    <w:rsid w:val="00E84492"/>
    <w:rsid w:val="00E93FAE"/>
    <w:rsid w:val="00EB561B"/>
    <w:rsid w:val="00EC0834"/>
    <w:rsid w:val="00EC442F"/>
    <w:rsid w:val="00ED1627"/>
    <w:rsid w:val="00ED5F4A"/>
    <w:rsid w:val="00EE490B"/>
    <w:rsid w:val="00F00946"/>
    <w:rsid w:val="00F15B31"/>
    <w:rsid w:val="00F2037C"/>
    <w:rsid w:val="00F238CB"/>
    <w:rsid w:val="00F427B8"/>
    <w:rsid w:val="00F5190D"/>
    <w:rsid w:val="00F51988"/>
    <w:rsid w:val="00F53EB9"/>
    <w:rsid w:val="00F824DA"/>
    <w:rsid w:val="00F83BDB"/>
    <w:rsid w:val="00F858F9"/>
    <w:rsid w:val="00F97D14"/>
    <w:rsid w:val="00FA12F5"/>
    <w:rsid w:val="00FC45B6"/>
    <w:rsid w:val="00FD45BB"/>
    <w:rsid w:val="00FE1699"/>
    <w:rsid w:val="00FE6BA5"/>
    <w:rsid w:val="00FF26C2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181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47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47CC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647CC"/>
  </w:style>
  <w:style w:type="paragraph" w:styleId="BodyText">
    <w:name w:val="Body Text"/>
    <w:basedOn w:val="Normal"/>
    <w:link w:val="BodyTextChar"/>
    <w:uiPriority w:val="99"/>
    <w:rsid w:val="006647CC"/>
  </w:style>
  <w:style w:type="character" w:customStyle="1" w:styleId="BodyTextChar">
    <w:name w:val="Body Text Char"/>
    <w:basedOn w:val="DefaultParagraphFont"/>
    <w:link w:val="BodyText"/>
    <w:uiPriority w:val="99"/>
    <w:locked/>
    <w:rsid w:val="006647C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21F4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1F4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E21F4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90D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2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08BB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0396C"/>
    <w:pPr>
      <w:ind w:left="720"/>
    </w:pPr>
  </w:style>
  <w:style w:type="character" w:customStyle="1" w:styleId="a">
    <w:name w:val="Оглавление_"/>
    <w:basedOn w:val="DefaultParagraphFont"/>
    <w:link w:val="a0"/>
    <w:uiPriority w:val="99"/>
    <w:locked/>
    <w:rsid w:val="00C72EAD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0">
    <w:name w:val="Оглавление"/>
    <w:basedOn w:val="Normal"/>
    <w:link w:val="a"/>
    <w:uiPriority w:val="99"/>
    <w:rsid w:val="00C72EAD"/>
    <w:pPr>
      <w:shd w:val="clear" w:color="auto" w:fill="FFFFFF"/>
      <w:spacing w:line="274" w:lineRule="exact"/>
      <w:ind w:firstLine="0"/>
      <w:jc w:val="left"/>
    </w:pPr>
    <w:rPr>
      <w:rFonts w:eastAsia="Calibri"/>
      <w:spacing w:val="2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4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1093</Words>
  <Characters>6234</Characters>
  <Application>Microsoft Office Outlook</Application>
  <DocSecurity>0</DocSecurity>
  <Lines>0</Lines>
  <Paragraphs>0</Paragraphs>
  <ScaleCrop>false</ScaleCrop>
  <Company>Администрация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</dc:title>
  <dc:subject/>
  <dc:creator>Курушин Александр Сергеевич</dc:creator>
  <cp:keywords/>
  <dc:description/>
  <cp:lastModifiedBy>Арбекова Т.Н.</cp:lastModifiedBy>
  <cp:revision>8</cp:revision>
  <cp:lastPrinted>2023-06-08T06:04:00Z</cp:lastPrinted>
  <dcterms:created xsi:type="dcterms:W3CDTF">2023-06-05T09:47:00Z</dcterms:created>
  <dcterms:modified xsi:type="dcterms:W3CDTF">2023-06-09T08:53:00Z</dcterms:modified>
</cp:coreProperties>
</file>