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59C" w:rsidRDefault="005C259C" w:rsidP="00670B6A">
      <w:pPr>
        <w:pStyle w:val="Title"/>
        <w:tabs>
          <w:tab w:val="left" w:pos="684"/>
        </w:tabs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Российская Федерация</w:t>
      </w:r>
    </w:p>
    <w:p w:rsidR="005C259C" w:rsidRPr="007F0519" w:rsidRDefault="005C259C">
      <w:pPr>
        <w:pStyle w:val="Subtitl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АДМИНИСТРАЦИЯ УНЕЧСКОГО РАЙОНА БРЯНСКОЙ ОБЛАСТИ</w:t>
      </w:r>
    </w:p>
    <w:p w:rsidR="005C259C" w:rsidRDefault="005C259C">
      <w:pPr>
        <w:pStyle w:val="Subtitle"/>
        <w:spacing w:before="120"/>
        <w:rPr>
          <w:rFonts w:ascii="Arial" w:hAnsi="Arial" w:cs="Arial"/>
          <w:b/>
          <w:bCs/>
          <w:i/>
          <w:iCs/>
          <w:spacing w:val="40"/>
        </w:rPr>
      </w:pPr>
      <w:r>
        <w:rPr>
          <w:rFonts w:ascii="Arial" w:hAnsi="Arial" w:cs="Arial"/>
          <w:b/>
          <w:bCs/>
          <w:i/>
          <w:iCs/>
          <w:spacing w:val="40"/>
        </w:rPr>
        <w:t>ПОСТАНОВЛЕНИЕ</w:t>
      </w:r>
    </w:p>
    <w:p w:rsidR="005C259C" w:rsidRPr="007F0519" w:rsidRDefault="005C259C">
      <w:pPr>
        <w:pStyle w:val="Subtitle"/>
        <w:jc w:val="left"/>
        <w:rPr>
          <w:rFonts w:ascii="Times New Roman" w:hAnsi="Times New Roman" w:cs="Times New Roman"/>
          <w:b/>
          <w:bCs/>
          <w:spacing w:val="40"/>
          <w:sz w:val="22"/>
          <w:szCs w:val="22"/>
        </w:rPr>
      </w:pPr>
    </w:p>
    <w:p w:rsidR="005C259C" w:rsidRPr="00F4290B" w:rsidRDefault="005C259C">
      <w:pPr>
        <w:rPr>
          <w:rFonts w:ascii="Times New Roman" w:hAnsi="Times New Roman" w:cs="Times New Roman"/>
        </w:rPr>
      </w:pPr>
      <w:r w:rsidRPr="00F4290B">
        <w:rPr>
          <w:rFonts w:ascii="Times New Roman" w:hAnsi="Times New Roman" w:cs="Times New Roman"/>
        </w:rPr>
        <w:t xml:space="preserve">От   </w:t>
      </w:r>
      <w:r>
        <w:rPr>
          <w:rFonts w:ascii="Times New Roman" w:hAnsi="Times New Roman" w:cs="Times New Roman"/>
        </w:rPr>
        <w:t>14.06.2023   №  116</w:t>
      </w:r>
    </w:p>
    <w:p w:rsidR="005C259C" w:rsidRDefault="005C259C">
      <w:r>
        <w:rPr>
          <w:rFonts w:ascii="Times New Roman" w:hAnsi="Times New Roman" w:cs="Times New Roman"/>
        </w:rPr>
        <w:t xml:space="preserve"> г. Унеча  Брянской области</w:t>
      </w:r>
    </w:p>
    <w:p w:rsidR="005C259C" w:rsidRDefault="005C259C">
      <w:pPr>
        <w:sectPr w:rsidR="005C259C">
          <w:type w:val="continuous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5C259C" w:rsidRPr="008B5049" w:rsidRDefault="005C259C" w:rsidP="00F82354">
      <w:pPr>
        <w:spacing w:line="240" w:lineRule="auto"/>
        <w:ind w:right="4082"/>
        <w:jc w:val="both"/>
        <w:rPr>
          <w:rFonts w:ascii="Times New Roman" w:hAnsi="Times New Roman" w:cs="Times New Roman"/>
          <w:sz w:val="28"/>
          <w:szCs w:val="28"/>
        </w:rPr>
      </w:pPr>
    </w:p>
    <w:p w:rsidR="005C259C" w:rsidRDefault="005C259C" w:rsidP="00F82354">
      <w:pPr>
        <w:spacing w:line="240" w:lineRule="auto"/>
        <w:ind w:right="4082"/>
        <w:jc w:val="both"/>
        <w:rPr>
          <w:rFonts w:ascii="Times New Roman" w:hAnsi="Times New Roman" w:cs="Times New Roman"/>
          <w:sz w:val="28"/>
          <w:szCs w:val="28"/>
        </w:rPr>
      </w:pPr>
      <w:r w:rsidRPr="00A2658F">
        <w:rPr>
          <w:rFonts w:ascii="Times New Roman" w:hAnsi="Times New Roman" w:cs="Times New Roman"/>
          <w:sz w:val="28"/>
          <w:szCs w:val="28"/>
        </w:rPr>
        <w:t>Об</w:t>
      </w:r>
      <w:r w:rsidRPr="00A2658F">
        <w:rPr>
          <w:rFonts w:ascii="Times New Roman" w:hAnsi="Times New Roman" w:cs="Times New Roman"/>
          <w:sz w:val="28"/>
          <w:szCs w:val="28"/>
        </w:rPr>
        <w:tab/>
        <w:t xml:space="preserve">условиях </w:t>
      </w:r>
      <w:r w:rsidRPr="00A2658F">
        <w:rPr>
          <w:rFonts w:ascii="Times New Roman" w:hAnsi="Times New Roman" w:cs="Times New Roman"/>
          <w:sz w:val="28"/>
          <w:szCs w:val="28"/>
        </w:rPr>
        <w:tab/>
        <w:t>приватизации</w:t>
      </w:r>
    </w:p>
    <w:p w:rsidR="005C259C" w:rsidRDefault="005C259C" w:rsidP="00422BF8">
      <w:pPr>
        <w:tabs>
          <w:tab w:val="left" w:pos="4788"/>
        </w:tabs>
        <w:spacing w:line="240" w:lineRule="auto"/>
        <w:ind w:right="40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     </w:t>
      </w:r>
      <w:r w:rsidRPr="00A2658F">
        <w:rPr>
          <w:rFonts w:ascii="Times New Roman" w:hAnsi="Times New Roman" w:cs="Times New Roman"/>
          <w:sz w:val="28"/>
          <w:szCs w:val="28"/>
        </w:rPr>
        <w:t>имущества</w:t>
      </w:r>
      <w:r>
        <w:rPr>
          <w:rFonts w:ascii="Times New Roman" w:hAnsi="Times New Roman" w:cs="Times New Roman"/>
          <w:sz w:val="28"/>
          <w:szCs w:val="28"/>
        </w:rPr>
        <w:t xml:space="preserve">  путем</w:t>
      </w:r>
    </w:p>
    <w:p w:rsidR="005C259C" w:rsidRDefault="005C259C" w:rsidP="007034C0">
      <w:pPr>
        <w:tabs>
          <w:tab w:val="left" w:pos="4788"/>
          <w:tab w:val="left" w:pos="5130"/>
        </w:tabs>
        <w:spacing w:line="240" w:lineRule="auto"/>
        <w:ind w:right="40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продажи  на  аукционе   в электронной </w:t>
      </w:r>
    </w:p>
    <w:p w:rsidR="005C259C" w:rsidRPr="00A2658F" w:rsidRDefault="005C259C" w:rsidP="007034C0">
      <w:pPr>
        <w:tabs>
          <w:tab w:val="left" w:pos="4788"/>
          <w:tab w:val="left" w:pos="5130"/>
        </w:tabs>
        <w:spacing w:line="240" w:lineRule="auto"/>
        <w:ind w:right="40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форме</w:t>
      </w:r>
    </w:p>
    <w:p w:rsidR="005C259C" w:rsidRDefault="005C259C" w:rsidP="00DC7EBF">
      <w:pPr>
        <w:tabs>
          <w:tab w:val="left" w:pos="5103"/>
        </w:tabs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C259C" w:rsidRDefault="005C259C" w:rsidP="00670B6A">
      <w:pPr>
        <w:tabs>
          <w:tab w:val="left" w:pos="513"/>
          <w:tab w:val="left" w:pos="684"/>
          <w:tab w:val="left" w:pos="5103"/>
        </w:tabs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C259C" w:rsidRPr="00A2658F" w:rsidRDefault="005C259C" w:rsidP="00670B6A">
      <w:pPr>
        <w:tabs>
          <w:tab w:val="left" w:pos="513"/>
          <w:tab w:val="left" w:pos="684"/>
          <w:tab w:val="left" w:pos="5103"/>
        </w:tabs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FF4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Pr="00A73FF4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73FF4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73FF4">
        <w:rPr>
          <w:rFonts w:ascii="Times New Roman" w:hAnsi="Times New Roman" w:cs="Times New Roman"/>
          <w:sz w:val="24"/>
          <w:szCs w:val="24"/>
        </w:rPr>
        <w:t xml:space="preserve"> от 21.12.2001 №178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73FF4">
        <w:rPr>
          <w:rFonts w:ascii="Times New Roman" w:hAnsi="Times New Roman" w:cs="Times New Roman"/>
          <w:sz w:val="24"/>
          <w:szCs w:val="24"/>
        </w:rPr>
        <w:t xml:space="preserve">ФЗ «О приватизации государственного и муниципального имущества», </w:t>
      </w:r>
      <w:r w:rsidRPr="00646CF8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</w:t>
      </w:r>
      <w:r w:rsidRPr="00A2658F">
        <w:rPr>
          <w:rFonts w:ascii="Times New Roman" w:hAnsi="Times New Roman" w:cs="Times New Roman"/>
          <w:sz w:val="24"/>
          <w:szCs w:val="24"/>
        </w:rPr>
        <w:t>, руководствуясь Положени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A2658F">
        <w:rPr>
          <w:rFonts w:ascii="Times New Roman" w:hAnsi="Times New Roman" w:cs="Times New Roman"/>
          <w:sz w:val="24"/>
          <w:szCs w:val="24"/>
        </w:rPr>
        <w:t xml:space="preserve"> о порядке приватизации муниципального имущества, относящегося к собственности муниципального образования «Унечское городское поселение», утвержденного решением Унечского городского Совета народных депутатов от 15.07.2015 № 3-58,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 Унечского района от 26.02.2020 № 54 «</w:t>
      </w:r>
      <w:r w:rsidRPr="0050758D">
        <w:rPr>
          <w:rFonts w:ascii="Times New Roman" w:hAnsi="Times New Roman" w:cs="Times New Roman"/>
          <w:sz w:val="24"/>
          <w:szCs w:val="24"/>
        </w:rPr>
        <w:t>О создании комиссии по проведению торгов по продаже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50758D">
        <w:rPr>
          <w:rFonts w:ascii="Times New Roman" w:hAnsi="Times New Roman" w:cs="Times New Roman"/>
          <w:sz w:val="24"/>
          <w:szCs w:val="24"/>
        </w:rPr>
        <w:t>мущества</w:t>
      </w:r>
      <w:r>
        <w:rPr>
          <w:rFonts w:ascii="Times New Roman" w:hAnsi="Times New Roman" w:cs="Times New Roman"/>
          <w:sz w:val="24"/>
          <w:szCs w:val="24"/>
        </w:rPr>
        <w:t>» (в редакции постановлений от 07.10.2020 № 352, от 16.09.2021           № 245, от 14.12.2022 № 369)</w:t>
      </w:r>
      <w:r w:rsidRPr="00A2658F">
        <w:rPr>
          <w:rFonts w:ascii="Times New Roman" w:hAnsi="Times New Roman" w:cs="Times New Roman"/>
          <w:sz w:val="24"/>
          <w:szCs w:val="24"/>
        </w:rPr>
        <w:t xml:space="preserve">, </w:t>
      </w:r>
      <w:r w:rsidRPr="00EB5856">
        <w:rPr>
          <w:rFonts w:ascii="Times New Roman" w:hAnsi="Times New Roman" w:cs="Times New Roman"/>
          <w:sz w:val="24"/>
          <w:szCs w:val="24"/>
        </w:rPr>
        <w:t>Соглашени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EB5856">
        <w:rPr>
          <w:rFonts w:ascii="Times New Roman" w:hAnsi="Times New Roman" w:cs="Times New Roman"/>
          <w:sz w:val="24"/>
          <w:szCs w:val="24"/>
        </w:rPr>
        <w:t xml:space="preserve"> о передаче и приеме полномочий по решению вопросов местного значения муниципального образования «Унечское городское поселение» муниципально</w:t>
      </w:r>
      <w:r>
        <w:rPr>
          <w:rFonts w:ascii="Times New Roman" w:hAnsi="Times New Roman" w:cs="Times New Roman"/>
          <w:sz w:val="24"/>
          <w:szCs w:val="24"/>
        </w:rPr>
        <w:t>му</w:t>
      </w:r>
      <w:r w:rsidRPr="00EB5856">
        <w:rPr>
          <w:rFonts w:ascii="Times New Roman" w:hAnsi="Times New Roman" w:cs="Times New Roman"/>
          <w:sz w:val="24"/>
          <w:szCs w:val="24"/>
        </w:rPr>
        <w:t xml:space="preserve"> образовани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EB5856">
        <w:rPr>
          <w:rFonts w:ascii="Times New Roman" w:hAnsi="Times New Roman" w:cs="Times New Roman"/>
          <w:sz w:val="24"/>
          <w:szCs w:val="24"/>
        </w:rPr>
        <w:t xml:space="preserve"> «Унечский муниц</w:t>
      </w:r>
      <w:r>
        <w:rPr>
          <w:rFonts w:ascii="Times New Roman" w:hAnsi="Times New Roman" w:cs="Times New Roman"/>
          <w:sz w:val="24"/>
          <w:szCs w:val="24"/>
        </w:rPr>
        <w:t>ипальный район» от 04.10.2019,</w:t>
      </w:r>
      <w:r w:rsidRPr="00A2658F">
        <w:rPr>
          <w:rFonts w:ascii="Times New Roman" w:hAnsi="Times New Roman" w:cs="Times New Roman"/>
          <w:sz w:val="24"/>
          <w:szCs w:val="24"/>
        </w:rPr>
        <w:t xml:space="preserve"> в рамках реализации Прогнозного плана приватизации муниципального имущества муниципального образования «Унечское городское поселение</w:t>
      </w:r>
      <w:r>
        <w:rPr>
          <w:rFonts w:ascii="Times New Roman" w:hAnsi="Times New Roman" w:cs="Times New Roman"/>
          <w:sz w:val="24"/>
          <w:szCs w:val="24"/>
        </w:rPr>
        <w:t xml:space="preserve"> Унечского муниципального района Брянской области</w:t>
      </w:r>
      <w:r w:rsidRPr="00A2658F">
        <w:rPr>
          <w:rFonts w:ascii="Times New Roman" w:hAnsi="Times New Roman" w:cs="Times New Roman"/>
          <w:sz w:val="24"/>
          <w:szCs w:val="24"/>
        </w:rPr>
        <w:t>» на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A2658F">
        <w:rPr>
          <w:rFonts w:ascii="Times New Roman" w:hAnsi="Times New Roman" w:cs="Times New Roman"/>
          <w:sz w:val="24"/>
          <w:szCs w:val="24"/>
        </w:rPr>
        <w:t xml:space="preserve"> год, утвержденного решением Унечского городского Совета народных депутатов от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A2658F">
        <w:rPr>
          <w:rFonts w:ascii="Times New Roman" w:hAnsi="Times New Roman" w:cs="Times New Roman"/>
          <w:sz w:val="24"/>
          <w:szCs w:val="24"/>
        </w:rPr>
        <w:t>.12.20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A2658F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4-120 (в редакции решения от 03.05.2023 № 4-126)</w:t>
      </w:r>
      <w:r w:rsidRPr="00A2658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учитывая, что аукцион в электронной форме по продаже муниципального имущества, назначенный на 23.05.2023, признан несостоявшимся (протокол подведения итогов процедуры21000033980000000031, лот № 1 от 19.05.2023), </w:t>
      </w:r>
      <w:r w:rsidRPr="00A2658F">
        <w:rPr>
          <w:rFonts w:ascii="Times New Roman" w:hAnsi="Times New Roman" w:cs="Times New Roman"/>
          <w:sz w:val="24"/>
          <w:szCs w:val="24"/>
        </w:rPr>
        <w:t xml:space="preserve">на основании отчета № </w:t>
      </w:r>
      <w:r>
        <w:rPr>
          <w:rFonts w:ascii="Times New Roman" w:hAnsi="Times New Roman" w:cs="Times New Roman"/>
          <w:sz w:val="24"/>
          <w:szCs w:val="24"/>
        </w:rPr>
        <w:t>3253-10</w:t>
      </w:r>
      <w:r w:rsidRPr="00A2658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02/1</w:t>
      </w:r>
      <w:r w:rsidRPr="00A2658F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A2658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02</w:t>
      </w:r>
      <w:r w:rsidRPr="00A2658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A2658F">
        <w:rPr>
          <w:rFonts w:ascii="Times New Roman" w:hAnsi="Times New Roman" w:cs="Times New Roman"/>
          <w:sz w:val="24"/>
          <w:szCs w:val="24"/>
        </w:rPr>
        <w:t xml:space="preserve"> об </w:t>
      </w:r>
      <w:r>
        <w:rPr>
          <w:rFonts w:ascii="Times New Roman" w:hAnsi="Times New Roman" w:cs="Times New Roman"/>
          <w:sz w:val="24"/>
          <w:szCs w:val="24"/>
        </w:rPr>
        <w:t>оценке нежилых встроенных помещений, расположенных в здании по адресу:</w:t>
      </w:r>
      <w:r w:rsidRPr="00A2658F">
        <w:rPr>
          <w:rFonts w:ascii="Times New Roman" w:hAnsi="Times New Roman" w:cs="Times New Roman"/>
          <w:sz w:val="24"/>
          <w:szCs w:val="24"/>
        </w:rPr>
        <w:t xml:space="preserve"> г. Унеча,ул. </w:t>
      </w:r>
      <w:r>
        <w:rPr>
          <w:rFonts w:ascii="Times New Roman" w:hAnsi="Times New Roman" w:cs="Times New Roman"/>
          <w:sz w:val="24"/>
          <w:szCs w:val="24"/>
        </w:rPr>
        <w:t>Октябрьская</w:t>
      </w:r>
      <w:r w:rsidRPr="00A2658F">
        <w:rPr>
          <w:rFonts w:ascii="Times New Roman" w:hAnsi="Times New Roman" w:cs="Times New Roman"/>
          <w:sz w:val="24"/>
          <w:szCs w:val="24"/>
        </w:rPr>
        <w:t xml:space="preserve">, д.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2658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выполненного частнопрактикующим оценщиком Гореловым Виталием Валерьевичем</w:t>
      </w:r>
    </w:p>
    <w:p w:rsidR="005C259C" w:rsidRDefault="005C259C" w:rsidP="001A4A89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5C259C" w:rsidRDefault="005C259C" w:rsidP="00670B6A">
      <w:pPr>
        <w:tabs>
          <w:tab w:val="left" w:pos="5130"/>
        </w:tabs>
        <w:ind w:firstLine="708"/>
        <w:rPr>
          <w:rFonts w:ascii="Times New Roman" w:hAnsi="Times New Roman" w:cs="Times New Roman"/>
          <w:sz w:val="24"/>
          <w:szCs w:val="24"/>
        </w:rPr>
      </w:pPr>
      <w:r w:rsidRPr="00A2658F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5C259C" w:rsidRPr="00A2658F" w:rsidRDefault="005C259C" w:rsidP="00EE7277">
      <w:pPr>
        <w:tabs>
          <w:tab w:val="left" w:pos="709"/>
        </w:tabs>
        <w:spacing w:line="240" w:lineRule="auto"/>
        <w:ind w:firstLine="3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Pr="00A2658F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иватизировать</w:t>
      </w:r>
      <w:r w:rsidRPr="00394735">
        <w:rPr>
          <w:rFonts w:ascii="Times New Roman" w:hAnsi="Times New Roman" w:cs="Times New Roman"/>
          <w:sz w:val="24"/>
          <w:szCs w:val="24"/>
        </w:rPr>
        <w:t>находящ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94735">
        <w:rPr>
          <w:rFonts w:ascii="Times New Roman" w:hAnsi="Times New Roman" w:cs="Times New Roman"/>
          <w:sz w:val="24"/>
          <w:szCs w:val="24"/>
        </w:rPr>
        <w:t xml:space="preserve">еся в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94735">
        <w:rPr>
          <w:rFonts w:ascii="Times New Roman" w:hAnsi="Times New Roman" w:cs="Times New Roman"/>
          <w:sz w:val="24"/>
          <w:szCs w:val="24"/>
        </w:rPr>
        <w:t>собственности муниципального образования «Унечск</w:t>
      </w:r>
      <w:r>
        <w:rPr>
          <w:rFonts w:ascii="Times New Roman" w:hAnsi="Times New Roman" w:cs="Times New Roman"/>
          <w:sz w:val="24"/>
          <w:szCs w:val="24"/>
        </w:rPr>
        <w:t>ое городское поселение Унечского муниципального района Брянской области</w:t>
      </w:r>
      <w:r w:rsidRPr="00394735">
        <w:rPr>
          <w:rFonts w:ascii="Times New Roman" w:hAnsi="Times New Roman" w:cs="Times New Roman"/>
          <w:sz w:val="24"/>
          <w:szCs w:val="24"/>
        </w:rPr>
        <w:t xml:space="preserve">» муниципальное имущество, указанное в приложении </w:t>
      </w:r>
      <w:r>
        <w:rPr>
          <w:rFonts w:ascii="Times New Roman" w:hAnsi="Times New Roman" w:cs="Times New Roman"/>
          <w:sz w:val="24"/>
          <w:szCs w:val="24"/>
        </w:rPr>
        <w:t xml:space="preserve">№ 1 </w:t>
      </w:r>
      <w:r w:rsidRPr="00394735">
        <w:rPr>
          <w:rFonts w:ascii="Times New Roman" w:hAnsi="Times New Roman" w:cs="Times New Roman"/>
          <w:sz w:val="24"/>
          <w:szCs w:val="24"/>
        </w:rPr>
        <w:t>к настоящему постановлению, путем продажи на аукцион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94735">
        <w:rPr>
          <w:rFonts w:ascii="Times New Roman" w:hAnsi="Times New Roman" w:cs="Times New Roman"/>
          <w:sz w:val="24"/>
          <w:szCs w:val="24"/>
        </w:rPr>
        <w:t xml:space="preserve"> в электронной форме.</w:t>
      </w:r>
    </w:p>
    <w:p w:rsidR="005C259C" w:rsidRPr="00A2658F" w:rsidRDefault="005C259C" w:rsidP="005464AD">
      <w:pPr>
        <w:tabs>
          <w:tab w:val="left" w:pos="709"/>
        </w:tabs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Утвердить </w:t>
      </w:r>
      <w:r w:rsidRPr="00B60B62">
        <w:rPr>
          <w:rFonts w:ascii="Times New Roman" w:hAnsi="Times New Roman" w:cs="Times New Roman"/>
          <w:sz w:val="24"/>
          <w:szCs w:val="24"/>
        </w:rPr>
        <w:t>условия приватизации муниципального имущества на аукцион</w:t>
      </w:r>
      <w:r>
        <w:rPr>
          <w:rFonts w:ascii="Times New Roman" w:hAnsi="Times New Roman" w:cs="Times New Roman"/>
          <w:sz w:val="24"/>
          <w:szCs w:val="24"/>
        </w:rPr>
        <w:t>е в электронной форме согласно приложению № 2 к настоящему постановлению</w:t>
      </w:r>
      <w:r w:rsidRPr="00B60B62">
        <w:rPr>
          <w:rFonts w:ascii="Times New Roman" w:hAnsi="Times New Roman" w:cs="Times New Roman"/>
          <w:sz w:val="24"/>
          <w:szCs w:val="24"/>
        </w:rPr>
        <w:t>.</w:t>
      </w:r>
    </w:p>
    <w:p w:rsidR="005C259C" w:rsidRDefault="005C259C" w:rsidP="00EE7277">
      <w:pPr>
        <w:tabs>
          <w:tab w:val="left" w:pos="684"/>
          <w:tab w:val="left" w:pos="1026"/>
          <w:tab w:val="left" w:pos="119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3. </w:t>
      </w:r>
      <w:r w:rsidRPr="00B60B62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омитету по управлению муниципальным имуществом </w:t>
      </w:r>
      <w:r w:rsidRPr="00B60B62">
        <w:rPr>
          <w:rFonts w:ascii="Times New Roman" w:hAnsi="Times New Roman" w:cs="Times New Roman"/>
          <w:sz w:val="24"/>
          <w:szCs w:val="24"/>
        </w:rPr>
        <w:t>Унечского района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C259C" w:rsidRDefault="005C259C" w:rsidP="00EE7277">
      <w:pPr>
        <w:tabs>
          <w:tab w:val="left" w:pos="1026"/>
          <w:tab w:val="left" w:pos="119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подготовить информационное сообщение о проведении аукциона по продаже муниципального имущества, </w:t>
      </w:r>
      <w:r w:rsidRPr="00B60B62">
        <w:rPr>
          <w:rFonts w:ascii="Times New Roman" w:hAnsi="Times New Roman" w:cs="Times New Roman"/>
          <w:sz w:val="24"/>
          <w:szCs w:val="24"/>
        </w:rPr>
        <w:t>указанного в приложении №1 к данному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, в электронной форме; </w:t>
      </w:r>
    </w:p>
    <w:p w:rsidR="005C259C" w:rsidRDefault="005C259C" w:rsidP="00EE7277">
      <w:pPr>
        <w:tabs>
          <w:tab w:val="left" w:pos="684"/>
          <w:tab w:val="left" w:pos="1026"/>
          <w:tab w:val="left" w:pos="119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разместить информационное сообщение о проведении аукциона в электронной форме </w:t>
      </w:r>
      <w:r w:rsidRPr="00BF37F7">
        <w:rPr>
          <w:rFonts w:ascii="Times New Roman" w:hAnsi="Times New Roman" w:cs="Times New Roman"/>
          <w:sz w:val="24"/>
          <w:szCs w:val="24"/>
        </w:rPr>
        <w:t>в районной газете «Унечская газета»</w:t>
      </w:r>
      <w:r>
        <w:rPr>
          <w:rFonts w:ascii="Times New Roman" w:hAnsi="Times New Roman" w:cs="Times New Roman"/>
          <w:sz w:val="24"/>
          <w:szCs w:val="24"/>
        </w:rPr>
        <w:t xml:space="preserve">, на </w:t>
      </w:r>
      <w:r w:rsidRPr="00B60B62">
        <w:rPr>
          <w:rFonts w:ascii="Times New Roman" w:hAnsi="Times New Roman" w:cs="Times New Roman"/>
          <w:sz w:val="24"/>
          <w:szCs w:val="24"/>
        </w:rPr>
        <w:t xml:space="preserve">официальном сайте администрации Унечского района в сети «Интернет» </w:t>
      </w:r>
      <w:hyperlink r:id="rId5" w:history="1">
        <w:r w:rsidRPr="00EC78B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</w:t>
        </w:r>
        <w:r w:rsidRPr="00EC78B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://</w:t>
        </w:r>
        <w:r w:rsidRPr="00EC78B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unradm</w:t>
        </w:r>
        <w:r w:rsidRPr="00EC78B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Pr="00EC78B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на сайте оператора электронной площадки </w:t>
      </w:r>
      <w:hyperlink r:id="rId6" w:history="1">
        <w:hyperlink r:id="rId7" w:history="1">
          <w:r w:rsidRPr="00EC78BA">
            <w:rPr>
              <w:rStyle w:val="Hyperlink"/>
              <w:rFonts w:ascii="Times New Roman" w:hAnsi="Times New Roman"/>
              <w:color w:val="auto"/>
              <w:sz w:val="24"/>
              <w:szCs w:val="24"/>
              <w:u w:val="none"/>
              <w:lang w:val="en-US"/>
            </w:rPr>
            <w:t>https</w:t>
          </w:r>
          <w:r w:rsidRPr="00EC78BA">
            <w:rPr>
              <w:rStyle w:val="Hyperlink"/>
              <w:rFonts w:ascii="Times New Roman" w:hAnsi="Times New Roman"/>
              <w:color w:val="auto"/>
              <w:sz w:val="24"/>
              <w:szCs w:val="24"/>
              <w:u w:val="none"/>
            </w:rPr>
            <w:t>://178fz.</w:t>
          </w:r>
          <w:r w:rsidRPr="00EC78BA">
            <w:rPr>
              <w:rStyle w:val="Hyperlink"/>
              <w:rFonts w:ascii="Times New Roman" w:hAnsi="Times New Roman"/>
              <w:color w:val="auto"/>
              <w:sz w:val="24"/>
              <w:szCs w:val="24"/>
              <w:u w:val="none"/>
              <w:lang w:val="en-US"/>
            </w:rPr>
            <w:t>roseltorg</w:t>
          </w:r>
          <w:r w:rsidRPr="00EC78BA">
            <w:rPr>
              <w:rStyle w:val="Hyperlink"/>
              <w:rFonts w:ascii="Times New Roman" w:hAnsi="Times New Roman"/>
              <w:color w:val="auto"/>
              <w:sz w:val="24"/>
              <w:szCs w:val="24"/>
              <w:u w:val="none"/>
            </w:rPr>
            <w:t>.</w:t>
          </w:r>
          <w:r w:rsidRPr="00EC78BA">
            <w:rPr>
              <w:rStyle w:val="Hyperlink"/>
              <w:rFonts w:ascii="Times New Roman" w:hAnsi="Times New Roman"/>
              <w:color w:val="auto"/>
              <w:sz w:val="24"/>
              <w:szCs w:val="24"/>
              <w:u w:val="none"/>
              <w:lang w:val="en-US"/>
            </w:rPr>
            <w:t>ru</w:t>
          </w:r>
        </w:hyperlink>
      </w:hyperlink>
      <w:r w:rsidRPr="00EE727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 также на </w:t>
      </w:r>
      <w:r w:rsidRPr="00B60B62">
        <w:rPr>
          <w:rFonts w:ascii="Times New Roman" w:hAnsi="Times New Roman" w:cs="Times New Roman"/>
          <w:sz w:val="24"/>
          <w:szCs w:val="24"/>
        </w:rPr>
        <w:t xml:space="preserve">официальном сайте Российской Федерации в сети «Интернет» для размещения информации о проведении торгов </w:t>
      </w:r>
      <w:hyperlink r:id="rId8" w:history="1">
        <w:r w:rsidRPr="00EC78B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</w:t>
        </w:r>
        <w:r w:rsidRPr="00EC78B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://</w:t>
        </w:r>
        <w:r w:rsidRPr="00EC78B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torgi</w:t>
        </w:r>
        <w:r w:rsidRPr="00EC78B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Pr="00EC78B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gov</w:t>
        </w:r>
        <w:r w:rsidRPr="00EC78B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Pr="00EC78B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Pr="00EE7277">
        <w:rPr>
          <w:rFonts w:ascii="Times New Roman" w:hAnsi="Times New Roman" w:cs="Times New Roman"/>
          <w:sz w:val="24"/>
          <w:szCs w:val="24"/>
        </w:rPr>
        <w:t>;</w:t>
      </w:r>
    </w:p>
    <w:p w:rsidR="005C259C" w:rsidRDefault="005C259C" w:rsidP="00EE7277">
      <w:pPr>
        <w:tabs>
          <w:tab w:val="left" w:pos="513"/>
          <w:tab w:val="left" w:pos="684"/>
          <w:tab w:val="left" w:pos="855"/>
          <w:tab w:val="left" w:pos="1026"/>
          <w:tab w:val="left" w:pos="119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</w:t>
      </w:r>
      <w:r>
        <w:rPr>
          <w:rFonts w:ascii="Times New Roman" w:hAnsi="Times New Roman" w:cs="Times New Roman"/>
          <w:sz w:val="24"/>
          <w:szCs w:val="24"/>
        </w:rPr>
        <w:tab/>
      </w:r>
      <w:r w:rsidRPr="00190DCA">
        <w:rPr>
          <w:rFonts w:ascii="Times New Roman" w:hAnsi="Times New Roman" w:cs="Times New Roman"/>
          <w:sz w:val="24"/>
          <w:szCs w:val="24"/>
        </w:rPr>
        <w:t xml:space="preserve">заключить договор купли-продажи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190DCA">
        <w:rPr>
          <w:rFonts w:ascii="Times New Roman" w:hAnsi="Times New Roman" w:cs="Times New Roman"/>
          <w:sz w:val="24"/>
          <w:szCs w:val="24"/>
        </w:rPr>
        <w:t xml:space="preserve">имущества в течение 5 рабочих дней с даты подведения итогов аукциона, предусмотрев, что оплата по договору купли-продажи осуществляется покупателем </w:t>
      </w:r>
      <w:r>
        <w:rPr>
          <w:rFonts w:ascii="Times New Roman" w:hAnsi="Times New Roman" w:cs="Times New Roman"/>
          <w:sz w:val="24"/>
          <w:szCs w:val="24"/>
        </w:rPr>
        <w:t>единовременно в течение30</w:t>
      </w:r>
      <w:r w:rsidRPr="00190DCA">
        <w:rPr>
          <w:rFonts w:ascii="Times New Roman" w:hAnsi="Times New Roman" w:cs="Times New Roman"/>
          <w:sz w:val="24"/>
          <w:szCs w:val="24"/>
        </w:rPr>
        <w:t xml:space="preserve"> дней со дня подписания договора;</w:t>
      </w:r>
    </w:p>
    <w:p w:rsidR="005C259C" w:rsidRDefault="005C259C" w:rsidP="00EE7277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обеспечить передачу имущества покупателю и совершение необходимых действий, связанных с переходом права собственности на него</w:t>
      </w:r>
      <w:r w:rsidRPr="00A2658F">
        <w:rPr>
          <w:rFonts w:ascii="Times New Roman" w:hAnsi="Times New Roman" w:cs="Times New Roman"/>
          <w:sz w:val="24"/>
          <w:szCs w:val="24"/>
        </w:rPr>
        <w:t>.</w:t>
      </w:r>
    </w:p>
    <w:p w:rsidR="005C259C" w:rsidRDefault="005C259C" w:rsidP="00EE7277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4. Комиссии по проведению торгов по продаже муниципального имущества осуществить необходимые функции по организации проведения аукциона по продаже муниципального имущества в электронной форме.</w:t>
      </w:r>
    </w:p>
    <w:p w:rsidR="005C259C" w:rsidRPr="00A2658F" w:rsidRDefault="005C259C" w:rsidP="00BF37F7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5. </w:t>
      </w:r>
      <w:r w:rsidRPr="00A2658F">
        <w:rPr>
          <w:rFonts w:ascii="Times New Roman" w:hAnsi="Times New Roman" w:cs="Times New Roman"/>
          <w:sz w:val="24"/>
          <w:szCs w:val="24"/>
        </w:rPr>
        <w:t xml:space="preserve">Настоящее постановление опубликовать в </w:t>
      </w:r>
      <w:r w:rsidRPr="00BF37F7">
        <w:rPr>
          <w:rFonts w:ascii="Times New Roman" w:hAnsi="Times New Roman" w:cs="Times New Roman"/>
          <w:sz w:val="24"/>
          <w:szCs w:val="24"/>
        </w:rPr>
        <w:t>районной газете «Унечская газета»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2658F">
        <w:rPr>
          <w:rFonts w:ascii="Times New Roman" w:hAnsi="Times New Roman" w:cs="Times New Roman"/>
          <w:sz w:val="24"/>
          <w:szCs w:val="24"/>
        </w:rPr>
        <w:t>муниципальном печатном средстве массовой информации «Унечский муниципальный вестник»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60B62">
        <w:rPr>
          <w:rFonts w:ascii="Times New Roman" w:hAnsi="Times New Roman" w:cs="Times New Roman"/>
          <w:sz w:val="24"/>
          <w:szCs w:val="24"/>
        </w:rPr>
        <w:t xml:space="preserve">разместить на официальном сайте администрации Унечского района в сети «Интернет»   </w:t>
      </w:r>
      <w:hyperlink r:id="rId9" w:history="1">
        <w:r w:rsidRPr="00EC78B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</w:t>
        </w:r>
        <w:r w:rsidRPr="00EC78B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://</w:t>
        </w:r>
        <w:r w:rsidRPr="00EC78B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unradm</w:t>
        </w:r>
        <w:r w:rsidRPr="00EC78B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Pr="00EC78B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Pr="00B60B6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на сайте оператора электронной площадки </w:t>
      </w:r>
      <w:hyperlink r:id="rId10" w:history="1">
        <w:hyperlink r:id="rId11" w:history="1">
          <w:hyperlink r:id="rId12" w:history="1">
            <w:r w:rsidRPr="00EC78BA"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u w:val="none"/>
                <w:lang w:val="en-US"/>
              </w:rPr>
              <w:t>https</w:t>
            </w:r>
            <w:r w:rsidRPr="00EC78BA"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u w:val="none"/>
              </w:rPr>
              <w:t>://178fz.</w:t>
            </w:r>
            <w:r w:rsidRPr="00EC78BA"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u w:val="none"/>
                <w:lang w:val="en-US"/>
              </w:rPr>
              <w:t>roseltorg</w:t>
            </w:r>
            <w:r w:rsidRPr="00EC78BA"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u w:val="none"/>
              </w:rPr>
              <w:t>.</w:t>
            </w:r>
            <w:r w:rsidRPr="00EC78BA"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u w:val="none"/>
                <w:lang w:val="en-US"/>
              </w:rPr>
              <w:t>ru</w:t>
            </w:r>
          </w:hyperlink>
        </w:hyperlink>
      </w:hyperlink>
      <w:r>
        <w:t xml:space="preserve">, </w:t>
      </w:r>
      <w:r w:rsidRPr="00B60B62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Pr="00B60B62">
        <w:rPr>
          <w:rFonts w:ascii="Times New Roman" w:hAnsi="Times New Roman" w:cs="Times New Roman"/>
          <w:sz w:val="24"/>
          <w:szCs w:val="24"/>
        </w:rPr>
        <w:t>сайте</w:t>
      </w:r>
      <w:r>
        <w:rPr>
          <w:rFonts w:ascii="Times New Roman" w:hAnsi="Times New Roman" w:cs="Times New Roman"/>
          <w:sz w:val="24"/>
          <w:szCs w:val="24"/>
        </w:rPr>
        <w:t xml:space="preserve"> Российской Федерации </w:t>
      </w:r>
      <w:r w:rsidRPr="00B60B62">
        <w:rPr>
          <w:rFonts w:ascii="Times New Roman" w:hAnsi="Times New Roman" w:cs="Times New Roman"/>
          <w:sz w:val="24"/>
          <w:szCs w:val="24"/>
        </w:rPr>
        <w:t>всети «Интернет» для размещения информации о проведении торгов</w:t>
      </w:r>
      <w:hyperlink r:id="rId13" w:history="1">
        <w:r w:rsidRPr="00EC78B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</w:t>
        </w:r>
        <w:r w:rsidRPr="00EC78B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://</w:t>
        </w:r>
        <w:r w:rsidRPr="00EC78B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torgi</w:t>
        </w:r>
        <w:r w:rsidRPr="00EC78B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Pr="00EC78B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gov</w:t>
        </w:r>
        <w:r w:rsidRPr="00EC78B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Pr="00EC78B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Pr="007B605B">
        <w:rPr>
          <w:rFonts w:ascii="Times New Roman" w:hAnsi="Times New Roman" w:cs="Times New Roman"/>
          <w:sz w:val="24"/>
          <w:szCs w:val="24"/>
        </w:rPr>
        <w:t>.</w:t>
      </w:r>
    </w:p>
    <w:p w:rsidR="005C259C" w:rsidRPr="00A2658F" w:rsidRDefault="005C259C" w:rsidP="005464A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B60B62">
        <w:rPr>
          <w:rFonts w:ascii="Times New Roman" w:hAnsi="Times New Roman" w:cs="Times New Roman"/>
          <w:sz w:val="24"/>
          <w:szCs w:val="24"/>
        </w:rPr>
        <w:t>Постановление вступает в силу с</w:t>
      </w:r>
      <w:r>
        <w:rPr>
          <w:rFonts w:ascii="Times New Roman" w:hAnsi="Times New Roman" w:cs="Times New Roman"/>
          <w:sz w:val="24"/>
          <w:szCs w:val="24"/>
        </w:rPr>
        <w:t>о дня его</w:t>
      </w:r>
      <w:r w:rsidRPr="00B60B62">
        <w:rPr>
          <w:rFonts w:ascii="Times New Roman" w:hAnsi="Times New Roman" w:cs="Times New Roman"/>
          <w:sz w:val="24"/>
          <w:szCs w:val="24"/>
        </w:rPr>
        <w:t xml:space="preserve"> официального опубликования.</w:t>
      </w:r>
    </w:p>
    <w:p w:rsidR="005C259C" w:rsidRDefault="005C259C" w:rsidP="008B5049">
      <w:pPr>
        <w:autoSpaceDE w:val="0"/>
        <w:autoSpaceDN w:val="0"/>
        <w:adjustRightInd w:val="0"/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953D1E">
        <w:rPr>
          <w:rFonts w:ascii="Times New Roman" w:hAnsi="Times New Roman" w:cs="Times New Roman"/>
          <w:sz w:val="24"/>
          <w:szCs w:val="24"/>
        </w:rPr>
        <w:t>Контроль за исполнением данного постановления</w:t>
      </w:r>
      <w:r>
        <w:rPr>
          <w:rFonts w:ascii="Times New Roman" w:hAnsi="Times New Roman" w:cs="Times New Roman"/>
          <w:sz w:val="24"/>
          <w:szCs w:val="24"/>
        </w:rPr>
        <w:t xml:space="preserve"> возложить на заместителя главы</w:t>
      </w:r>
    </w:p>
    <w:p w:rsidR="005C259C" w:rsidRPr="00A2658F" w:rsidRDefault="005C259C" w:rsidP="00EE7277">
      <w:pPr>
        <w:tabs>
          <w:tab w:val="left" w:pos="684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3D1E">
        <w:rPr>
          <w:rFonts w:ascii="Times New Roman" w:hAnsi="Times New Roman" w:cs="Times New Roman"/>
          <w:sz w:val="24"/>
          <w:szCs w:val="24"/>
        </w:rPr>
        <w:t xml:space="preserve">администрации района </w:t>
      </w:r>
      <w:r>
        <w:rPr>
          <w:rFonts w:ascii="Times New Roman" w:hAnsi="Times New Roman" w:cs="Times New Roman"/>
          <w:sz w:val="24"/>
          <w:szCs w:val="24"/>
        </w:rPr>
        <w:t>И.М. Волкович.</w:t>
      </w:r>
    </w:p>
    <w:tbl>
      <w:tblPr>
        <w:tblW w:w="5041" w:type="pct"/>
        <w:tblInd w:w="-106" w:type="dxa"/>
        <w:tblLook w:val="01E0"/>
      </w:tblPr>
      <w:tblGrid>
        <w:gridCol w:w="7835"/>
        <w:gridCol w:w="2671"/>
      </w:tblGrid>
      <w:tr w:rsidR="005C259C" w:rsidRPr="00A2658F">
        <w:tc>
          <w:tcPr>
            <w:tcW w:w="3729" w:type="pct"/>
          </w:tcPr>
          <w:p w:rsidR="005C259C" w:rsidRPr="00A2658F" w:rsidRDefault="005C259C" w:rsidP="00F37C3F">
            <w:pPr>
              <w:pStyle w:val="ConsPlusNormal"/>
              <w:ind w:right="108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9C" w:rsidRDefault="005C259C" w:rsidP="00825205">
            <w:pPr>
              <w:pStyle w:val="ConsPlusNormal"/>
              <w:tabs>
                <w:tab w:val="left" w:pos="5085"/>
              </w:tabs>
              <w:ind w:right="108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9C" w:rsidRPr="00A2658F" w:rsidRDefault="005C259C" w:rsidP="00825205">
            <w:pPr>
              <w:pStyle w:val="ConsPlusNormal"/>
              <w:tabs>
                <w:tab w:val="left" w:pos="5085"/>
              </w:tabs>
              <w:ind w:right="10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2658F">
              <w:rPr>
                <w:rFonts w:ascii="Times New Roman" w:hAnsi="Times New Roman" w:cs="Times New Roman"/>
                <w:sz w:val="24"/>
                <w:szCs w:val="24"/>
              </w:rPr>
              <w:t>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2658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271" w:type="pct"/>
          </w:tcPr>
          <w:p w:rsidR="005C259C" w:rsidRPr="00A2658F" w:rsidRDefault="005C259C" w:rsidP="007139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9C" w:rsidRDefault="005C259C" w:rsidP="007139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9C" w:rsidRPr="00A2658F" w:rsidRDefault="005C259C" w:rsidP="007139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А.М. Кусков</w:t>
            </w:r>
          </w:p>
        </w:tc>
      </w:tr>
      <w:tr w:rsidR="005C259C" w:rsidRPr="00A2658F">
        <w:trPr>
          <w:trHeight w:val="930"/>
        </w:trPr>
        <w:tc>
          <w:tcPr>
            <w:tcW w:w="3729" w:type="pct"/>
          </w:tcPr>
          <w:p w:rsidR="005C259C" w:rsidRPr="00A2658F" w:rsidRDefault="005C259C" w:rsidP="00C204E3">
            <w:pPr>
              <w:pStyle w:val="ConsPlusNormal"/>
              <w:ind w:right="108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</w:tcPr>
          <w:p w:rsidR="005C259C" w:rsidRPr="00A2658F" w:rsidRDefault="005C259C" w:rsidP="00C204E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59C" w:rsidRPr="00A2658F">
        <w:tc>
          <w:tcPr>
            <w:tcW w:w="3729" w:type="pct"/>
          </w:tcPr>
          <w:p w:rsidR="005C259C" w:rsidRPr="00A2658F" w:rsidRDefault="005C259C" w:rsidP="00C204E3">
            <w:pPr>
              <w:pStyle w:val="ConsPlusNormal"/>
              <w:ind w:right="108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</w:tcPr>
          <w:p w:rsidR="005C259C" w:rsidRPr="00A2658F" w:rsidRDefault="005C259C" w:rsidP="00C204E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59C" w:rsidRPr="00A2658F">
        <w:trPr>
          <w:trHeight w:val="1308"/>
        </w:trPr>
        <w:tc>
          <w:tcPr>
            <w:tcW w:w="3729" w:type="pct"/>
          </w:tcPr>
          <w:p w:rsidR="005C259C" w:rsidRPr="00A2658F" w:rsidRDefault="005C259C" w:rsidP="00C204E3">
            <w:pPr>
              <w:pStyle w:val="ConsPlusNormal"/>
              <w:ind w:right="108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</w:tcPr>
          <w:p w:rsidR="005C259C" w:rsidRPr="00A2658F" w:rsidRDefault="005C259C" w:rsidP="00C204E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259C" w:rsidRDefault="005C259C" w:rsidP="001A4A89">
      <w:pPr>
        <w:pStyle w:val="Heading1"/>
        <w:suppressAutoHyphens/>
        <w:spacing w:before="0" w:after="0" w:line="240" w:lineRule="auto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C259C" w:rsidRDefault="005C259C" w:rsidP="001A4A89">
      <w:pPr>
        <w:pStyle w:val="Heading1"/>
        <w:suppressAutoHyphens/>
        <w:spacing w:before="0" w:after="0" w:line="240" w:lineRule="auto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C259C" w:rsidRDefault="005C259C" w:rsidP="001A4A89">
      <w:pPr>
        <w:pStyle w:val="Heading1"/>
        <w:suppressAutoHyphens/>
        <w:spacing w:before="0" w:after="0" w:line="240" w:lineRule="auto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C259C" w:rsidRDefault="005C259C" w:rsidP="001A4A89">
      <w:pPr>
        <w:pStyle w:val="Heading1"/>
        <w:suppressAutoHyphens/>
        <w:spacing w:before="0" w:after="0" w:line="240" w:lineRule="auto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C259C" w:rsidRDefault="005C259C" w:rsidP="001A4A89">
      <w:pPr>
        <w:pStyle w:val="Heading1"/>
        <w:suppressAutoHyphens/>
        <w:spacing w:before="0" w:after="0" w:line="240" w:lineRule="auto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C259C" w:rsidRDefault="005C259C">
      <w:pPr>
        <w:spacing w:line="240" w:lineRule="auto"/>
      </w:pPr>
      <w:r>
        <w:br w:type="page"/>
      </w:r>
    </w:p>
    <w:p w:rsidR="005C259C" w:rsidRPr="005724B2" w:rsidRDefault="005C259C" w:rsidP="001A4A89">
      <w:pPr>
        <w:pStyle w:val="Heading1"/>
        <w:suppressAutoHyphens/>
        <w:spacing w:before="0" w:after="0" w:line="240" w:lineRule="auto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Пр</w:t>
      </w:r>
      <w:r w:rsidRPr="005724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иложение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№ 1</w:t>
      </w:r>
    </w:p>
    <w:p w:rsidR="005C259C" w:rsidRPr="005724B2" w:rsidRDefault="005C259C" w:rsidP="001A4A8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24B2">
        <w:rPr>
          <w:rFonts w:ascii="Times New Roman" w:hAnsi="Times New Roman" w:cs="Times New Roman"/>
          <w:sz w:val="24"/>
          <w:szCs w:val="24"/>
        </w:rPr>
        <w:tab/>
      </w:r>
      <w:r w:rsidRPr="005724B2">
        <w:rPr>
          <w:rFonts w:ascii="Times New Roman" w:hAnsi="Times New Roman" w:cs="Times New Roman"/>
          <w:sz w:val="24"/>
          <w:szCs w:val="24"/>
        </w:rPr>
        <w:tab/>
      </w:r>
      <w:r w:rsidRPr="005724B2">
        <w:rPr>
          <w:rFonts w:ascii="Times New Roman" w:hAnsi="Times New Roman" w:cs="Times New Roman"/>
          <w:sz w:val="24"/>
          <w:szCs w:val="24"/>
        </w:rPr>
        <w:tab/>
      </w:r>
      <w:r w:rsidRPr="005724B2">
        <w:rPr>
          <w:rFonts w:ascii="Times New Roman" w:hAnsi="Times New Roman" w:cs="Times New Roman"/>
          <w:sz w:val="24"/>
          <w:szCs w:val="24"/>
        </w:rPr>
        <w:tab/>
      </w:r>
      <w:r w:rsidRPr="005724B2">
        <w:rPr>
          <w:rFonts w:ascii="Times New Roman" w:hAnsi="Times New Roman" w:cs="Times New Roman"/>
          <w:sz w:val="24"/>
          <w:szCs w:val="24"/>
        </w:rPr>
        <w:tab/>
      </w:r>
      <w:r w:rsidRPr="005724B2">
        <w:rPr>
          <w:rFonts w:ascii="Times New Roman" w:hAnsi="Times New Roman" w:cs="Times New Roman"/>
          <w:sz w:val="24"/>
          <w:szCs w:val="24"/>
        </w:rPr>
        <w:tab/>
        <w:t xml:space="preserve"> к постановлению администрации </w:t>
      </w:r>
    </w:p>
    <w:p w:rsidR="005C259C" w:rsidRPr="005724B2" w:rsidRDefault="005C259C" w:rsidP="003B6470">
      <w:pPr>
        <w:tabs>
          <w:tab w:val="left" w:pos="4959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724B2">
        <w:rPr>
          <w:rFonts w:ascii="Times New Roman" w:hAnsi="Times New Roman" w:cs="Times New Roman"/>
          <w:sz w:val="24"/>
          <w:szCs w:val="24"/>
        </w:rPr>
        <w:t>Унечского района от</w:t>
      </w:r>
      <w:r>
        <w:rPr>
          <w:rFonts w:ascii="Times New Roman" w:hAnsi="Times New Roman" w:cs="Times New Roman"/>
          <w:sz w:val="24"/>
          <w:szCs w:val="24"/>
        </w:rPr>
        <w:t xml:space="preserve"> _____________</w:t>
      </w:r>
      <w:r w:rsidRPr="005724B2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5C259C" w:rsidRDefault="005C259C" w:rsidP="001A4A89"/>
    <w:p w:rsidR="005C259C" w:rsidRDefault="005C259C" w:rsidP="001A4A89"/>
    <w:p w:rsidR="005C259C" w:rsidRDefault="005C259C" w:rsidP="001A4A89"/>
    <w:p w:rsidR="005C259C" w:rsidRDefault="005C259C" w:rsidP="002B36BF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5C259C" w:rsidRPr="004434E8" w:rsidRDefault="005C259C" w:rsidP="002B36BF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4434E8">
        <w:rPr>
          <w:rFonts w:ascii="Times New Roman" w:hAnsi="Times New Roman" w:cs="Times New Roman"/>
          <w:sz w:val="28"/>
          <w:szCs w:val="28"/>
        </w:rPr>
        <w:t xml:space="preserve">Муниципальное имущество, подлежащее </w:t>
      </w:r>
    </w:p>
    <w:p w:rsidR="005C259C" w:rsidRPr="003D6C55" w:rsidRDefault="005C259C" w:rsidP="002B36B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34E8">
        <w:rPr>
          <w:rFonts w:ascii="Times New Roman" w:hAnsi="Times New Roman" w:cs="Times New Roman"/>
          <w:sz w:val="28"/>
          <w:szCs w:val="28"/>
        </w:rPr>
        <w:t>продаже на аукцион</w:t>
      </w:r>
      <w:r>
        <w:rPr>
          <w:rFonts w:ascii="Times New Roman" w:hAnsi="Times New Roman" w:cs="Times New Roman"/>
          <w:sz w:val="28"/>
          <w:szCs w:val="28"/>
        </w:rPr>
        <w:t>е в электронной форме</w:t>
      </w:r>
    </w:p>
    <w:p w:rsidR="005C259C" w:rsidRDefault="005C259C" w:rsidP="001A4A89"/>
    <w:p w:rsidR="005C259C" w:rsidRDefault="005C259C" w:rsidP="001A4A89"/>
    <w:tbl>
      <w:tblPr>
        <w:tblW w:w="99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2"/>
        <w:gridCol w:w="6840"/>
        <w:gridCol w:w="2565"/>
      </w:tblGrid>
      <w:tr w:rsidR="005C259C" w:rsidRPr="00487994">
        <w:tc>
          <w:tcPr>
            <w:tcW w:w="542" w:type="dxa"/>
            <w:vAlign w:val="center"/>
          </w:tcPr>
          <w:p w:rsidR="005C259C" w:rsidRPr="004434E8" w:rsidRDefault="005C259C" w:rsidP="00F37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34E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5C259C" w:rsidRPr="004434E8" w:rsidRDefault="005C259C" w:rsidP="00F37C3F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34E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840" w:type="dxa"/>
            <w:vAlign w:val="center"/>
          </w:tcPr>
          <w:p w:rsidR="005C259C" w:rsidRPr="004434E8" w:rsidRDefault="005C259C" w:rsidP="00F37C3F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434E8">
              <w:rPr>
                <w:rFonts w:ascii="Times New Roman" w:hAnsi="Times New Roman" w:cs="Times New Roman"/>
                <w:sz w:val="24"/>
                <w:szCs w:val="24"/>
              </w:rPr>
              <w:t>Наименование и краткая характеристика муниципального имущества</w:t>
            </w:r>
          </w:p>
        </w:tc>
        <w:tc>
          <w:tcPr>
            <w:tcW w:w="2565" w:type="dxa"/>
            <w:vAlign w:val="center"/>
          </w:tcPr>
          <w:p w:rsidR="005C259C" w:rsidRPr="004434E8" w:rsidRDefault="005C259C" w:rsidP="00F37C3F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34E8">
              <w:rPr>
                <w:rFonts w:ascii="Times New Roman" w:hAnsi="Times New Roman" w:cs="Times New Roman"/>
                <w:sz w:val="24"/>
                <w:szCs w:val="24"/>
              </w:rPr>
              <w:t>Адрес /местоположение/ муниципального имущества</w:t>
            </w:r>
          </w:p>
          <w:p w:rsidR="005C259C" w:rsidRPr="004434E8" w:rsidRDefault="005C259C" w:rsidP="00F37C3F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5C259C" w:rsidRPr="00487994">
        <w:trPr>
          <w:trHeight w:val="1380"/>
        </w:trPr>
        <w:tc>
          <w:tcPr>
            <w:tcW w:w="542" w:type="dxa"/>
          </w:tcPr>
          <w:p w:rsidR="005C259C" w:rsidRDefault="005C259C" w:rsidP="000C2C7C">
            <w:pPr>
              <w:spacing w:line="240" w:lineRule="auto"/>
              <w:ind w:lef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40" w:type="dxa"/>
          </w:tcPr>
          <w:p w:rsidR="005C259C" w:rsidRDefault="005C259C" w:rsidP="009548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помещение,</w:t>
            </w:r>
          </w:p>
          <w:p w:rsidR="005C259C" w:rsidRDefault="005C259C" w:rsidP="009548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назначение: нежилое помещение, площадь 19,8 кв.м., этаж № 2,</w:t>
            </w:r>
          </w:p>
          <w:p w:rsidR="005C259C" w:rsidRDefault="005C259C" w:rsidP="009548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номер: 32:27:0160201:316</w:t>
            </w:r>
          </w:p>
        </w:tc>
        <w:tc>
          <w:tcPr>
            <w:tcW w:w="2565" w:type="dxa"/>
            <w:vAlign w:val="center"/>
          </w:tcPr>
          <w:p w:rsidR="005C259C" w:rsidRDefault="005C259C" w:rsidP="0095483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Брянская область, Унечский район, </w:t>
            </w:r>
          </w:p>
          <w:p w:rsidR="005C259C" w:rsidRDefault="005C259C" w:rsidP="0095483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Унеча, </w:t>
            </w:r>
          </w:p>
          <w:p w:rsidR="005C259C" w:rsidRDefault="005C259C" w:rsidP="0095483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Октябрьская, </w:t>
            </w:r>
          </w:p>
          <w:p w:rsidR="005C259C" w:rsidRDefault="005C259C" w:rsidP="0095483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3, пом. 7</w:t>
            </w:r>
          </w:p>
          <w:p w:rsidR="005C259C" w:rsidRDefault="005C259C" w:rsidP="0095483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259C" w:rsidRDefault="005C259C" w:rsidP="001A4A89">
      <w:pPr>
        <w:tabs>
          <w:tab w:val="left" w:pos="1473"/>
          <w:tab w:val="left" w:pos="8221"/>
        </w:tabs>
        <w:spacing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C259C" w:rsidRDefault="005C259C" w:rsidP="001A4A89"/>
    <w:p w:rsidR="005C259C" w:rsidRDefault="005C259C" w:rsidP="00183DE6">
      <w:pPr>
        <w:pStyle w:val="Heading1"/>
        <w:suppressAutoHyphens/>
        <w:spacing w:before="0" w:after="0" w:line="240" w:lineRule="auto"/>
        <w:jc w:val="center"/>
        <w:rPr>
          <w:rFonts w:ascii="Times New Roman" w:hAnsi="Times New Roman" w:cs="Times New Roman"/>
        </w:rPr>
        <w:sectPr w:rsidR="005C259C" w:rsidSect="008B5049">
          <w:type w:val="continuous"/>
          <w:pgSz w:w="11906" w:h="16838" w:code="9"/>
          <w:pgMar w:top="851" w:right="567" w:bottom="1134" w:left="1134" w:header="709" w:footer="709" w:gutter="0"/>
          <w:cols w:space="708"/>
          <w:formProt w:val="0"/>
          <w:docGrid w:linePitch="360"/>
        </w:sectPr>
      </w:pPr>
    </w:p>
    <w:p w:rsidR="005C259C" w:rsidRPr="005724B2" w:rsidRDefault="005C259C" w:rsidP="009F2656">
      <w:pPr>
        <w:pStyle w:val="Heading1"/>
        <w:suppressAutoHyphens/>
        <w:spacing w:before="0" w:after="0" w:line="240" w:lineRule="auto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                                                                   Пр</w:t>
      </w:r>
      <w:r w:rsidRPr="005724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иложение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№ 2</w:t>
      </w:r>
    </w:p>
    <w:p w:rsidR="005C259C" w:rsidRPr="005724B2" w:rsidRDefault="005C259C" w:rsidP="009F265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24B2">
        <w:rPr>
          <w:rFonts w:ascii="Times New Roman" w:hAnsi="Times New Roman" w:cs="Times New Roman"/>
          <w:sz w:val="24"/>
          <w:szCs w:val="24"/>
        </w:rPr>
        <w:tab/>
      </w:r>
      <w:r w:rsidRPr="005724B2">
        <w:rPr>
          <w:rFonts w:ascii="Times New Roman" w:hAnsi="Times New Roman" w:cs="Times New Roman"/>
          <w:sz w:val="24"/>
          <w:szCs w:val="24"/>
        </w:rPr>
        <w:tab/>
      </w:r>
      <w:r w:rsidRPr="005724B2">
        <w:rPr>
          <w:rFonts w:ascii="Times New Roman" w:hAnsi="Times New Roman" w:cs="Times New Roman"/>
          <w:sz w:val="24"/>
          <w:szCs w:val="24"/>
        </w:rPr>
        <w:tab/>
      </w:r>
      <w:r w:rsidRPr="005724B2">
        <w:rPr>
          <w:rFonts w:ascii="Times New Roman" w:hAnsi="Times New Roman" w:cs="Times New Roman"/>
          <w:sz w:val="24"/>
          <w:szCs w:val="24"/>
        </w:rPr>
        <w:tab/>
      </w:r>
      <w:r w:rsidRPr="005724B2">
        <w:rPr>
          <w:rFonts w:ascii="Times New Roman" w:hAnsi="Times New Roman" w:cs="Times New Roman"/>
          <w:sz w:val="24"/>
          <w:szCs w:val="24"/>
        </w:rPr>
        <w:tab/>
      </w:r>
      <w:r w:rsidRPr="005724B2">
        <w:rPr>
          <w:rFonts w:ascii="Times New Roman" w:hAnsi="Times New Roman" w:cs="Times New Roman"/>
          <w:sz w:val="24"/>
          <w:szCs w:val="24"/>
        </w:rPr>
        <w:tab/>
        <w:t xml:space="preserve">к постановлению администрации </w:t>
      </w:r>
    </w:p>
    <w:p w:rsidR="005C259C" w:rsidRDefault="005C259C" w:rsidP="009F265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24B2">
        <w:rPr>
          <w:rFonts w:ascii="Times New Roman" w:hAnsi="Times New Roman" w:cs="Times New Roman"/>
          <w:sz w:val="24"/>
          <w:szCs w:val="24"/>
        </w:rPr>
        <w:t>Унечского района  от</w:t>
      </w:r>
      <w:r>
        <w:rPr>
          <w:rFonts w:ascii="Times New Roman" w:hAnsi="Times New Roman" w:cs="Times New Roman"/>
          <w:sz w:val="24"/>
          <w:szCs w:val="24"/>
        </w:rPr>
        <w:t xml:space="preserve"> ____________</w:t>
      </w:r>
      <w:r w:rsidRPr="005724B2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5C259C" w:rsidRDefault="005C259C" w:rsidP="009F265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C259C" w:rsidRDefault="005C259C" w:rsidP="009F265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C259C" w:rsidRDefault="005C259C" w:rsidP="009F2656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C259C" w:rsidRDefault="005C259C" w:rsidP="009F2656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C259C" w:rsidRDefault="005C259C" w:rsidP="009F2656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C259C" w:rsidRPr="00E36104" w:rsidRDefault="005C259C" w:rsidP="009F2656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C259C" w:rsidRPr="006D4305" w:rsidRDefault="005C259C" w:rsidP="009F265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34E8">
        <w:rPr>
          <w:rFonts w:ascii="Times New Roman" w:hAnsi="Times New Roman" w:cs="Times New Roman"/>
          <w:sz w:val="28"/>
          <w:szCs w:val="28"/>
        </w:rPr>
        <w:t>Условия приватизации муниципального имущества на аукцион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3395C"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</w:p>
    <w:p w:rsidR="005C259C" w:rsidRPr="00151C64" w:rsidRDefault="005C259C" w:rsidP="009F2656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tbl>
      <w:tblPr>
        <w:tblW w:w="1495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410"/>
        <w:gridCol w:w="3260"/>
        <w:gridCol w:w="4365"/>
        <w:gridCol w:w="2223"/>
        <w:gridCol w:w="2127"/>
      </w:tblGrid>
      <w:tr w:rsidR="005C259C" w:rsidRPr="006D4305">
        <w:tc>
          <w:tcPr>
            <w:tcW w:w="567" w:type="dxa"/>
          </w:tcPr>
          <w:p w:rsidR="005C259C" w:rsidRPr="004434E8" w:rsidRDefault="005C259C" w:rsidP="00F379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E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C259C" w:rsidRPr="004434E8" w:rsidRDefault="005C259C" w:rsidP="00F379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E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10" w:type="dxa"/>
          </w:tcPr>
          <w:p w:rsidR="005C259C" w:rsidRPr="004434E8" w:rsidRDefault="005C259C" w:rsidP="00F379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E8">
              <w:rPr>
                <w:rFonts w:ascii="Times New Roman" w:hAnsi="Times New Roman" w:cs="Times New Roman"/>
                <w:sz w:val="24"/>
                <w:szCs w:val="24"/>
              </w:rPr>
              <w:t>Наименование  муниципального</w:t>
            </w:r>
          </w:p>
          <w:p w:rsidR="005C259C" w:rsidRPr="004434E8" w:rsidRDefault="005C259C" w:rsidP="00F3798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434E8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3260" w:type="dxa"/>
          </w:tcPr>
          <w:p w:rsidR="005C259C" w:rsidRPr="004434E8" w:rsidRDefault="005C259C" w:rsidP="00F379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E8">
              <w:rPr>
                <w:rFonts w:ascii="Times New Roman" w:hAnsi="Times New Roman" w:cs="Times New Roman"/>
                <w:sz w:val="24"/>
                <w:szCs w:val="24"/>
              </w:rPr>
              <w:t>Адрес /местоположение/ муниципального имущества</w:t>
            </w:r>
          </w:p>
        </w:tc>
        <w:tc>
          <w:tcPr>
            <w:tcW w:w="4365" w:type="dxa"/>
          </w:tcPr>
          <w:p w:rsidR="005C259C" w:rsidRDefault="005C259C" w:rsidP="00F379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E8">
              <w:rPr>
                <w:rFonts w:ascii="Times New Roman" w:hAnsi="Times New Roman" w:cs="Times New Roman"/>
                <w:sz w:val="24"/>
                <w:szCs w:val="24"/>
              </w:rPr>
              <w:t>Начальная цена продажи  муниципального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C259C" w:rsidRPr="004434E8" w:rsidRDefault="005C259C" w:rsidP="00F379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5C259C" w:rsidRPr="004434E8" w:rsidRDefault="005C259C" w:rsidP="00F379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5C259C" w:rsidRPr="004434E8" w:rsidRDefault="005C259C" w:rsidP="00F379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E8">
              <w:rPr>
                <w:rFonts w:ascii="Times New Roman" w:hAnsi="Times New Roman" w:cs="Times New Roman"/>
                <w:sz w:val="24"/>
                <w:szCs w:val="24"/>
              </w:rPr>
              <w:t xml:space="preserve">Шаг аукциона – 5% начальной цены продажи муниципального имущества,  </w:t>
            </w:r>
          </w:p>
          <w:p w:rsidR="005C259C" w:rsidRPr="004434E8" w:rsidRDefault="005C259C" w:rsidP="00F3798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434E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5C259C" w:rsidRPr="004434E8" w:rsidRDefault="005C259C" w:rsidP="00F379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C259C" w:rsidRPr="004434E8" w:rsidRDefault="005C259C" w:rsidP="00F3798F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E8">
              <w:rPr>
                <w:rFonts w:ascii="Times New Roman" w:hAnsi="Times New Roman" w:cs="Times New Roman"/>
                <w:sz w:val="24"/>
                <w:szCs w:val="24"/>
              </w:rPr>
              <w:t xml:space="preserve">Задаток в размере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434E8">
              <w:rPr>
                <w:rFonts w:ascii="Times New Roman" w:hAnsi="Times New Roman" w:cs="Times New Roman"/>
                <w:sz w:val="24"/>
                <w:szCs w:val="24"/>
              </w:rPr>
              <w:t xml:space="preserve">0% начальной цены продажи муниципального имущества, </w:t>
            </w:r>
          </w:p>
          <w:p w:rsidR="005C259C" w:rsidRPr="004434E8" w:rsidRDefault="005C259C" w:rsidP="00F3798F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E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</w:tr>
      <w:tr w:rsidR="005C259C" w:rsidRPr="006D4305">
        <w:trPr>
          <w:trHeight w:val="1111"/>
        </w:trPr>
        <w:tc>
          <w:tcPr>
            <w:tcW w:w="567" w:type="dxa"/>
          </w:tcPr>
          <w:p w:rsidR="005C259C" w:rsidRPr="004B4CBE" w:rsidRDefault="005C259C" w:rsidP="00F3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5C259C" w:rsidRDefault="005C259C" w:rsidP="00BE19B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BE"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19,8 кв.м.</w:t>
            </w:r>
          </w:p>
          <w:p w:rsidR="005C259C" w:rsidRPr="00A72164" w:rsidRDefault="005C259C" w:rsidP="00BE19B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259C" w:rsidRDefault="005C259C" w:rsidP="00BE19B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Брянская область, Унечский район, г. Унеча,</w:t>
            </w:r>
          </w:p>
          <w:p w:rsidR="005C259C" w:rsidRDefault="005C259C" w:rsidP="00BE19B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Октябрьская, д. 3, пом. 7</w:t>
            </w:r>
          </w:p>
          <w:p w:rsidR="005C259C" w:rsidRDefault="005C259C" w:rsidP="00BE19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65" w:type="dxa"/>
          </w:tcPr>
          <w:p w:rsidR="005C259C" w:rsidRDefault="005C259C" w:rsidP="00F379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280 400,00</w:t>
            </w:r>
          </w:p>
          <w:p w:rsidR="005C259C" w:rsidRPr="004434E8" w:rsidRDefault="005C259C" w:rsidP="00F379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том числе НДС 20% – 46 733,33)</w:t>
            </w:r>
          </w:p>
        </w:tc>
        <w:tc>
          <w:tcPr>
            <w:tcW w:w="2223" w:type="dxa"/>
          </w:tcPr>
          <w:p w:rsidR="005C259C" w:rsidRPr="004434E8" w:rsidRDefault="005C259C" w:rsidP="00F3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14 020,00</w:t>
            </w:r>
          </w:p>
        </w:tc>
        <w:tc>
          <w:tcPr>
            <w:tcW w:w="2127" w:type="dxa"/>
          </w:tcPr>
          <w:p w:rsidR="005C259C" w:rsidRPr="004434E8" w:rsidRDefault="005C259C" w:rsidP="00F3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28 040,00</w:t>
            </w:r>
          </w:p>
        </w:tc>
      </w:tr>
    </w:tbl>
    <w:p w:rsidR="005C259C" w:rsidRDefault="005C259C" w:rsidP="00B536A8">
      <w:pPr>
        <w:pStyle w:val="Heading1"/>
        <w:tabs>
          <w:tab w:val="left" w:pos="2520"/>
          <w:tab w:val="left" w:pos="3060"/>
        </w:tabs>
        <w:suppressAutoHyphens/>
        <w:spacing w:before="0" w:after="0" w:line="240" w:lineRule="auto"/>
      </w:pPr>
    </w:p>
    <w:sectPr w:rsidR="005C259C" w:rsidSect="009C1360">
      <w:pgSz w:w="16838" w:h="11906" w:orient="landscape" w:code="9"/>
      <w:pgMar w:top="1134" w:right="851" w:bottom="567" w:left="1134" w:header="709" w:footer="709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9"/>
    <w:multiLevelType w:val="multilevel"/>
    <w:tmpl w:val="CC849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1E0722BD"/>
    <w:multiLevelType w:val="hybridMultilevel"/>
    <w:tmpl w:val="46102522"/>
    <w:lvl w:ilvl="0" w:tplc="8482133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BB4405"/>
    <w:multiLevelType w:val="hybridMultilevel"/>
    <w:tmpl w:val="DEDA0E8C"/>
    <w:lvl w:ilvl="0" w:tplc="AAD66F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6C04AF"/>
    <w:multiLevelType w:val="hybridMultilevel"/>
    <w:tmpl w:val="134E04E4"/>
    <w:lvl w:ilvl="0" w:tplc="0419000F">
      <w:start w:val="1"/>
      <w:numFmt w:val="decimal"/>
      <w:lvlText w:val="%1."/>
      <w:lvlJc w:val="left"/>
      <w:pPr>
        <w:tabs>
          <w:tab w:val="num" w:pos="1427"/>
        </w:tabs>
        <w:ind w:left="1427" w:hanging="360"/>
      </w:pPr>
    </w:lvl>
    <w:lvl w:ilvl="1" w:tplc="04190001">
      <w:start w:val="1"/>
      <w:numFmt w:val="bullet"/>
      <w:lvlText w:val=""/>
      <w:lvlJc w:val="left"/>
      <w:pPr>
        <w:tabs>
          <w:tab w:val="num" w:pos="2147"/>
        </w:tabs>
        <w:ind w:left="2147" w:hanging="360"/>
      </w:pPr>
      <w:rPr>
        <w:rFonts w:ascii="Symbol" w:hAnsi="Symbol" w:cs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901650"/>
    <w:multiLevelType w:val="multilevel"/>
    <w:tmpl w:val="5D783A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BF80F6C"/>
    <w:multiLevelType w:val="hybridMultilevel"/>
    <w:tmpl w:val="42B0C946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>
    <w:nsid w:val="6B725509"/>
    <w:multiLevelType w:val="hybridMultilevel"/>
    <w:tmpl w:val="32509226"/>
    <w:lvl w:ilvl="0" w:tplc="E3A4CE76">
      <w:start w:val="4"/>
      <w:numFmt w:val="decimal"/>
      <w:lvlText w:val="%1."/>
      <w:lvlJc w:val="left"/>
      <w:pPr>
        <w:tabs>
          <w:tab w:val="num" w:pos="1427"/>
        </w:tabs>
        <w:ind w:left="14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8">
    <w:nsid w:val="7891271D"/>
    <w:multiLevelType w:val="multilevel"/>
    <w:tmpl w:val="461025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2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8"/>
  </w:num>
  <w:num w:numId="11">
    <w:abstractNumId w:val="5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documentProtection w:edit="forms" w:enforcement="0"/>
  <w:defaultTabStop w:val="708"/>
  <w:doNotHyphenateCaps/>
  <w:drawingGridHorizontalSpacing w:val="171"/>
  <w:displayVerticalDrawingGridEvery w:val="2"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5836"/>
    <w:rsid w:val="00001462"/>
    <w:rsid w:val="00003F73"/>
    <w:rsid w:val="00005E1F"/>
    <w:rsid w:val="000071F1"/>
    <w:rsid w:val="000175AB"/>
    <w:rsid w:val="000268BB"/>
    <w:rsid w:val="0003674B"/>
    <w:rsid w:val="00040C7E"/>
    <w:rsid w:val="00044625"/>
    <w:rsid w:val="00044AC7"/>
    <w:rsid w:val="00046A47"/>
    <w:rsid w:val="00051022"/>
    <w:rsid w:val="000517C9"/>
    <w:rsid w:val="000543A2"/>
    <w:rsid w:val="00061065"/>
    <w:rsid w:val="00066A67"/>
    <w:rsid w:val="00067418"/>
    <w:rsid w:val="00070BD0"/>
    <w:rsid w:val="00082D98"/>
    <w:rsid w:val="00092934"/>
    <w:rsid w:val="000A05B8"/>
    <w:rsid w:val="000A5846"/>
    <w:rsid w:val="000A608A"/>
    <w:rsid w:val="000C2C7C"/>
    <w:rsid w:val="000C707C"/>
    <w:rsid w:val="000D0C19"/>
    <w:rsid w:val="000E08DA"/>
    <w:rsid w:val="000E0CA2"/>
    <w:rsid w:val="000E1710"/>
    <w:rsid w:val="000E71A5"/>
    <w:rsid w:val="000F291F"/>
    <w:rsid w:val="000F6214"/>
    <w:rsid w:val="000F6FC6"/>
    <w:rsid w:val="00110C87"/>
    <w:rsid w:val="00111A96"/>
    <w:rsid w:val="001213E8"/>
    <w:rsid w:val="00121CC6"/>
    <w:rsid w:val="001230F9"/>
    <w:rsid w:val="00125DDB"/>
    <w:rsid w:val="00126006"/>
    <w:rsid w:val="001304DE"/>
    <w:rsid w:val="00131873"/>
    <w:rsid w:val="0013616C"/>
    <w:rsid w:val="00136660"/>
    <w:rsid w:val="00145A0F"/>
    <w:rsid w:val="00151C64"/>
    <w:rsid w:val="0015385F"/>
    <w:rsid w:val="00153884"/>
    <w:rsid w:val="00155BDF"/>
    <w:rsid w:val="00160E71"/>
    <w:rsid w:val="0016411F"/>
    <w:rsid w:val="001655AE"/>
    <w:rsid w:val="001660D3"/>
    <w:rsid w:val="0016718D"/>
    <w:rsid w:val="00177ECE"/>
    <w:rsid w:val="00183DE6"/>
    <w:rsid w:val="00190DCA"/>
    <w:rsid w:val="00195A73"/>
    <w:rsid w:val="001A12B4"/>
    <w:rsid w:val="001A167E"/>
    <w:rsid w:val="001A322E"/>
    <w:rsid w:val="001A36B1"/>
    <w:rsid w:val="001A4A89"/>
    <w:rsid w:val="001A74C1"/>
    <w:rsid w:val="001B057E"/>
    <w:rsid w:val="001B1D5F"/>
    <w:rsid w:val="001B3AFA"/>
    <w:rsid w:val="001B460B"/>
    <w:rsid w:val="001C1DB8"/>
    <w:rsid w:val="001C4A75"/>
    <w:rsid w:val="001E40F4"/>
    <w:rsid w:val="001E631D"/>
    <w:rsid w:val="001F1FA9"/>
    <w:rsid w:val="001F2E6D"/>
    <w:rsid w:val="00200B5C"/>
    <w:rsid w:val="00207B5C"/>
    <w:rsid w:val="0022127D"/>
    <w:rsid w:val="0022249D"/>
    <w:rsid w:val="00256699"/>
    <w:rsid w:val="002655F3"/>
    <w:rsid w:val="002724BD"/>
    <w:rsid w:val="00281707"/>
    <w:rsid w:val="0029620E"/>
    <w:rsid w:val="002A2867"/>
    <w:rsid w:val="002A57C1"/>
    <w:rsid w:val="002A6291"/>
    <w:rsid w:val="002A6E0B"/>
    <w:rsid w:val="002B047F"/>
    <w:rsid w:val="002B36BF"/>
    <w:rsid w:val="002B7EB0"/>
    <w:rsid w:val="002C07C1"/>
    <w:rsid w:val="002D51AC"/>
    <w:rsid w:val="002D7799"/>
    <w:rsid w:val="002E0244"/>
    <w:rsid w:val="002E30A6"/>
    <w:rsid w:val="002E3FC9"/>
    <w:rsid w:val="002F016A"/>
    <w:rsid w:val="002F6F24"/>
    <w:rsid w:val="0030201E"/>
    <w:rsid w:val="003049E6"/>
    <w:rsid w:val="00305C4B"/>
    <w:rsid w:val="00305FF6"/>
    <w:rsid w:val="00323B16"/>
    <w:rsid w:val="00327950"/>
    <w:rsid w:val="003310E0"/>
    <w:rsid w:val="00336374"/>
    <w:rsid w:val="00340764"/>
    <w:rsid w:val="003443E8"/>
    <w:rsid w:val="00345204"/>
    <w:rsid w:val="003518FF"/>
    <w:rsid w:val="0035308C"/>
    <w:rsid w:val="003656CF"/>
    <w:rsid w:val="00371C00"/>
    <w:rsid w:val="0038736F"/>
    <w:rsid w:val="00391496"/>
    <w:rsid w:val="003919F9"/>
    <w:rsid w:val="00393A05"/>
    <w:rsid w:val="00394270"/>
    <w:rsid w:val="00394735"/>
    <w:rsid w:val="003A0D4B"/>
    <w:rsid w:val="003A458C"/>
    <w:rsid w:val="003A5AC1"/>
    <w:rsid w:val="003B0119"/>
    <w:rsid w:val="003B5562"/>
    <w:rsid w:val="003B6470"/>
    <w:rsid w:val="003B77B7"/>
    <w:rsid w:val="003B7CA8"/>
    <w:rsid w:val="003C361D"/>
    <w:rsid w:val="003C5836"/>
    <w:rsid w:val="003C5AA7"/>
    <w:rsid w:val="003C755A"/>
    <w:rsid w:val="003D08FE"/>
    <w:rsid w:val="003D14FC"/>
    <w:rsid w:val="003D1B0C"/>
    <w:rsid w:val="003D1E93"/>
    <w:rsid w:val="003D27C4"/>
    <w:rsid w:val="003D27C7"/>
    <w:rsid w:val="003D29A1"/>
    <w:rsid w:val="003D6C55"/>
    <w:rsid w:val="003E0AE5"/>
    <w:rsid w:val="003E2335"/>
    <w:rsid w:val="003F1B23"/>
    <w:rsid w:val="003F2986"/>
    <w:rsid w:val="004102CE"/>
    <w:rsid w:val="00411C86"/>
    <w:rsid w:val="00420A19"/>
    <w:rsid w:val="00422BF8"/>
    <w:rsid w:val="004244AA"/>
    <w:rsid w:val="0043395C"/>
    <w:rsid w:val="004342EA"/>
    <w:rsid w:val="0043459A"/>
    <w:rsid w:val="004434E8"/>
    <w:rsid w:val="00450D99"/>
    <w:rsid w:val="00450EA7"/>
    <w:rsid w:val="004521A3"/>
    <w:rsid w:val="00463E35"/>
    <w:rsid w:val="0046513B"/>
    <w:rsid w:val="00470858"/>
    <w:rsid w:val="004776D4"/>
    <w:rsid w:val="00483FE3"/>
    <w:rsid w:val="00487994"/>
    <w:rsid w:val="00495991"/>
    <w:rsid w:val="00495C9A"/>
    <w:rsid w:val="004A6741"/>
    <w:rsid w:val="004A6FD6"/>
    <w:rsid w:val="004B0C1A"/>
    <w:rsid w:val="004B4CBE"/>
    <w:rsid w:val="004B5D15"/>
    <w:rsid w:val="004C4444"/>
    <w:rsid w:val="004C6E3A"/>
    <w:rsid w:val="004D4E01"/>
    <w:rsid w:val="004E06AF"/>
    <w:rsid w:val="004E1C6B"/>
    <w:rsid w:val="004E292D"/>
    <w:rsid w:val="004F6D67"/>
    <w:rsid w:val="0050758D"/>
    <w:rsid w:val="0050760B"/>
    <w:rsid w:val="005113D1"/>
    <w:rsid w:val="005211F5"/>
    <w:rsid w:val="00522895"/>
    <w:rsid w:val="00532889"/>
    <w:rsid w:val="0053403D"/>
    <w:rsid w:val="0054111C"/>
    <w:rsid w:val="005464AD"/>
    <w:rsid w:val="00553FED"/>
    <w:rsid w:val="005549D1"/>
    <w:rsid w:val="0055609A"/>
    <w:rsid w:val="00560B60"/>
    <w:rsid w:val="005670B7"/>
    <w:rsid w:val="005724B2"/>
    <w:rsid w:val="0058151E"/>
    <w:rsid w:val="00581F0B"/>
    <w:rsid w:val="0058511F"/>
    <w:rsid w:val="005900A0"/>
    <w:rsid w:val="00593F6F"/>
    <w:rsid w:val="00594188"/>
    <w:rsid w:val="005967B8"/>
    <w:rsid w:val="005A1931"/>
    <w:rsid w:val="005B06AE"/>
    <w:rsid w:val="005B2586"/>
    <w:rsid w:val="005B4B7E"/>
    <w:rsid w:val="005B62F1"/>
    <w:rsid w:val="005C259C"/>
    <w:rsid w:val="005C2C61"/>
    <w:rsid w:val="005C782E"/>
    <w:rsid w:val="005D26D1"/>
    <w:rsid w:val="005D2CF6"/>
    <w:rsid w:val="005D564F"/>
    <w:rsid w:val="005E105E"/>
    <w:rsid w:val="005E20EE"/>
    <w:rsid w:val="005E4115"/>
    <w:rsid w:val="005E6961"/>
    <w:rsid w:val="005E7DED"/>
    <w:rsid w:val="005E7F10"/>
    <w:rsid w:val="005F1709"/>
    <w:rsid w:val="005F26E8"/>
    <w:rsid w:val="006002C5"/>
    <w:rsid w:val="006038A9"/>
    <w:rsid w:val="006153A3"/>
    <w:rsid w:val="00616E0C"/>
    <w:rsid w:val="00624E19"/>
    <w:rsid w:val="00625AA3"/>
    <w:rsid w:val="0062612D"/>
    <w:rsid w:val="006264A4"/>
    <w:rsid w:val="006302C2"/>
    <w:rsid w:val="006404F7"/>
    <w:rsid w:val="00643677"/>
    <w:rsid w:val="006441E4"/>
    <w:rsid w:val="00645FB0"/>
    <w:rsid w:val="00646105"/>
    <w:rsid w:val="00646CF8"/>
    <w:rsid w:val="00653D76"/>
    <w:rsid w:val="00655058"/>
    <w:rsid w:val="00656699"/>
    <w:rsid w:val="006627F2"/>
    <w:rsid w:val="0066615E"/>
    <w:rsid w:val="00670B6A"/>
    <w:rsid w:val="006750C7"/>
    <w:rsid w:val="00683704"/>
    <w:rsid w:val="00684E2C"/>
    <w:rsid w:val="00687E4B"/>
    <w:rsid w:val="00690D6E"/>
    <w:rsid w:val="006A06C5"/>
    <w:rsid w:val="006B597D"/>
    <w:rsid w:val="006C44DE"/>
    <w:rsid w:val="006D095A"/>
    <w:rsid w:val="006D4305"/>
    <w:rsid w:val="006D5C70"/>
    <w:rsid w:val="006D64FC"/>
    <w:rsid w:val="006D765C"/>
    <w:rsid w:val="006E3C1B"/>
    <w:rsid w:val="006E6CE0"/>
    <w:rsid w:val="006F7E2B"/>
    <w:rsid w:val="007034C0"/>
    <w:rsid w:val="007075D2"/>
    <w:rsid w:val="00707C67"/>
    <w:rsid w:val="0071397A"/>
    <w:rsid w:val="007179B8"/>
    <w:rsid w:val="007213B0"/>
    <w:rsid w:val="00722D73"/>
    <w:rsid w:val="007258CC"/>
    <w:rsid w:val="0072781C"/>
    <w:rsid w:val="00735343"/>
    <w:rsid w:val="00736A27"/>
    <w:rsid w:val="0074322A"/>
    <w:rsid w:val="00752758"/>
    <w:rsid w:val="007533E6"/>
    <w:rsid w:val="00755700"/>
    <w:rsid w:val="00757792"/>
    <w:rsid w:val="00761334"/>
    <w:rsid w:val="00763810"/>
    <w:rsid w:val="00764865"/>
    <w:rsid w:val="007769E4"/>
    <w:rsid w:val="0078011D"/>
    <w:rsid w:val="007818DF"/>
    <w:rsid w:val="00781B51"/>
    <w:rsid w:val="007938C0"/>
    <w:rsid w:val="00793B1D"/>
    <w:rsid w:val="00794840"/>
    <w:rsid w:val="007A0A77"/>
    <w:rsid w:val="007A145B"/>
    <w:rsid w:val="007B1590"/>
    <w:rsid w:val="007B605B"/>
    <w:rsid w:val="007B65FE"/>
    <w:rsid w:val="007B66E5"/>
    <w:rsid w:val="007B7B92"/>
    <w:rsid w:val="007C1D6A"/>
    <w:rsid w:val="007C3E72"/>
    <w:rsid w:val="007C5385"/>
    <w:rsid w:val="007D0D35"/>
    <w:rsid w:val="007D4067"/>
    <w:rsid w:val="007D5D66"/>
    <w:rsid w:val="007F0519"/>
    <w:rsid w:val="007F6894"/>
    <w:rsid w:val="007F7AA7"/>
    <w:rsid w:val="008020EF"/>
    <w:rsid w:val="008118C3"/>
    <w:rsid w:val="0081244C"/>
    <w:rsid w:val="00813E96"/>
    <w:rsid w:val="00825205"/>
    <w:rsid w:val="00826F31"/>
    <w:rsid w:val="008303D6"/>
    <w:rsid w:val="0083660E"/>
    <w:rsid w:val="00837324"/>
    <w:rsid w:val="00837FDE"/>
    <w:rsid w:val="008458B2"/>
    <w:rsid w:val="0085002E"/>
    <w:rsid w:val="008511B4"/>
    <w:rsid w:val="00852420"/>
    <w:rsid w:val="008565E2"/>
    <w:rsid w:val="00860670"/>
    <w:rsid w:val="008614EC"/>
    <w:rsid w:val="00861765"/>
    <w:rsid w:val="0086411E"/>
    <w:rsid w:val="00865223"/>
    <w:rsid w:val="00873393"/>
    <w:rsid w:val="00873BFD"/>
    <w:rsid w:val="00874655"/>
    <w:rsid w:val="008841B8"/>
    <w:rsid w:val="008949FE"/>
    <w:rsid w:val="008A2672"/>
    <w:rsid w:val="008A330A"/>
    <w:rsid w:val="008B5049"/>
    <w:rsid w:val="008B60C3"/>
    <w:rsid w:val="008B62E2"/>
    <w:rsid w:val="008C1305"/>
    <w:rsid w:val="008C31AE"/>
    <w:rsid w:val="008C321F"/>
    <w:rsid w:val="008C7EB7"/>
    <w:rsid w:val="008D126D"/>
    <w:rsid w:val="008D1FB8"/>
    <w:rsid w:val="008D6CCD"/>
    <w:rsid w:val="008E1424"/>
    <w:rsid w:val="008F23F0"/>
    <w:rsid w:val="008F6FD0"/>
    <w:rsid w:val="00917E7C"/>
    <w:rsid w:val="009204E8"/>
    <w:rsid w:val="00924F04"/>
    <w:rsid w:val="00931712"/>
    <w:rsid w:val="009338DD"/>
    <w:rsid w:val="00940078"/>
    <w:rsid w:val="00943211"/>
    <w:rsid w:val="00944802"/>
    <w:rsid w:val="0094776C"/>
    <w:rsid w:val="00951946"/>
    <w:rsid w:val="00953D1E"/>
    <w:rsid w:val="00954830"/>
    <w:rsid w:val="00971789"/>
    <w:rsid w:val="00972C35"/>
    <w:rsid w:val="00975603"/>
    <w:rsid w:val="0098169B"/>
    <w:rsid w:val="0098772E"/>
    <w:rsid w:val="00991FA4"/>
    <w:rsid w:val="00992680"/>
    <w:rsid w:val="00992A5C"/>
    <w:rsid w:val="009950E9"/>
    <w:rsid w:val="00997364"/>
    <w:rsid w:val="009A606F"/>
    <w:rsid w:val="009A6CFA"/>
    <w:rsid w:val="009B32F7"/>
    <w:rsid w:val="009B7A83"/>
    <w:rsid w:val="009C0175"/>
    <w:rsid w:val="009C1360"/>
    <w:rsid w:val="009C6EA4"/>
    <w:rsid w:val="009D3669"/>
    <w:rsid w:val="009D3970"/>
    <w:rsid w:val="009D45D9"/>
    <w:rsid w:val="009E0784"/>
    <w:rsid w:val="009E720B"/>
    <w:rsid w:val="009F2656"/>
    <w:rsid w:val="009F542D"/>
    <w:rsid w:val="00A00FD0"/>
    <w:rsid w:val="00A01D29"/>
    <w:rsid w:val="00A04EF8"/>
    <w:rsid w:val="00A11F66"/>
    <w:rsid w:val="00A1263C"/>
    <w:rsid w:val="00A204A7"/>
    <w:rsid w:val="00A234F5"/>
    <w:rsid w:val="00A26272"/>
    <w:rsid w:val="00A2658F"/>
    <w:rsid w:val="00A367D1"/>
    <w:rsid w:val="00A37788"/>
    <w:rsid w:val="00A430CF"/>
    <w:rsid w:val="00A50680"/>
    <w:rsid w:val="00A532F6"/>
    <w:rsid w:val="00A56CB6"/>
    <w:rsid w:val="00A631A4"/>
    <w:rsid w:val="00A65568"/>
    <w:rsid w:val="00A670F5"/>
    <w:rsid w:val="00A7169C"/>
    <w:rsid w:val="00A72164"/>
    <w:rsid w:val="00A72CB3"/>
    <w:rsid w:val="00A73FF4"/>
    <w:rsid w:val="00A863D0"/>
    <w:rsid w:val="00A96814"/>
    <w:rsid w:val="00A96D26"/>
    <w:rsid w:val="00AA1C0F"/>
    <w:rsid w:val="00AA3CBC"/>
    <w:rsid w:val="00AA67A2"/>
    <w:rsid w:val="00AB09E6"/>
    <w:rsid w:val="00AB4DC4"/>
    <w:rsid w:val="00AC141C"/>
    <w:rsid w:val="00AC2879"/>
    <w:rsid w:val="00AD257C"/>
    <w:rsid w:val="00AD554A"/>
    <w:rsid w:val="00AD5D93"/>
    <w:rsid w:val="00AE086C"/>
    <w:rsid w:val="00AE0D40"/>
    <w:rsid w:val="00AE327C"/>
    <w:rsid w:val="00AF21E3"/>
    <w:rsid w:val="00B015B3"/>
    <w:rsid w:val="00B0546B"/>
    <w:rsid w:val="00B05CBC"/>
    <w:rsid w:val="00B07130"/>
    <w:rsid w:val="00B07791"/>
    <w:rsid w:val="00B12482"/>
    <w:rsid w:val="00B12996"/>
    <w:rsid w:val="00B12E99"/>
    <w:rsid w:val="00B23A85"/>
    <w:rsid w:val="00B2431C"/>
    <w:rsid w:val="00B347F3"/>
    <w:rsid w:val="00B373BA"/>
    <w:rsid w:val="00B4717B"/>
    <w:rsid w:val="00B536A8"/>
    <w:rsid w:val="00B60611"/>
    <w:rsid w:val="00B60B62"/>
    <w:rsid w:val="00B64AAB"/>
    <w:rsid w:val="00B7346D"/>
    <w:rsid w:val="00B839C2"/>
    <w:rsid w:val="00B83BF8"/>
    <w:rsid w:val="00B8510B"/>
    <w:rsid w:val="00B85DA5"/>
    <w:rsid w:val="00B90014"/>
    <w:rsid w:val="00BA40EF"/>
    <w:rsid w:val="00BB5658"/>
    <w:rsid w:val="00BB5860"/>
    <w:rsid w:val="00BB686D"/>
    <w:rsid w:val="00BC1480"/>
    <w:rsid w:val="00BC1ABC"/>
    <w:rsid w:val="00BC6420"/>
    <w:rsid w:val="00BD1279"/>
    <w:rsid w:val="00BD32DD"/>
    <w:rsid w:val="00BE0F5E"/>
    <w:rsid w:val="00BE19B1"/>
    <w:rsid w:val="00BE22EE"/>
    <w:rsid w:val="00BE2A82"/>
    <w:rsid w:val="00BE3281"/>
    <w:rsid w:val="00BE380B"/>
    <w:rsid w:val="00BE590E"/>
    <w:rsid w:val="00BE725F"/>
    <w:rsid w:val="00BF0920"/>
    <w:rsid w:val="00BF37F7"/>
    <w:rsid w:val="00C007E0"/>
    <w:rsid w:val="00C108EF"/>
    <w:rsid w:val="00C133C7"/>
    <w:rsid w:val="00C135CF"/>
    <w:rsid w:val="00C14D9B"/>
    <w:rsid w:val="00C204E3"/>
    <w:rsid w:val="00C24AB5"/>
    <w:rsid w:val="00C252D7"/>
    <w:rsid w:val="00C261B3"/>
    <w:rsid w:val="00C26630"/>
    <w:rsid w:val="00C375CB"/>
    <w:rsid w:val="00C40573"/>
    <w:rsid w:val="00C45569"/>
    <w:rsid w:val="00C4642A"/>
    <w:rsid w:val="00C54D97"/>
    <w:rsid w:val="00C716E2"/>
    <w:rsid w:val="00C739AA"/>
    <w:rsid w:val="00C74598"/>
    <w:rsid w:val="00C757BE"/>
    <w:rsid w:val="00C7646D"/>
    <w:rsid w:val="00C76AC8"/>
    <w:rsid w:val="00C8246F"/>
    <w:rsid w:val="00C8289E"/>
    <w:rsid w:val="00C845BE"/>
    <w:rsid w:val="00C864F7"/>
    <w:rsid w:val="00C93E9C"/>
    <w:rsid w:val="00C97E94"/>
    <w:rsid w:val="00CB5199"/>
    <w:rsid w:val="00CB71A8"/>
    <w:rsid w:val="00CB7906"/>
    <w:rsid w:val="00CC5334"/>
    <w:rsid w:val="00CC53E3"/>
    <w:rsid w:val="00CC5EC0"/>
    <w:rsid w:val="00CD1822"/>
    <w:rsid w:val="00CD38DE"/>
    <w:rsid w:val="00CE06CD"/>
    <w:rsid w:val="00CE76CF"/>
    <w:rsid w:val="00CF4038"/>
    <w:rsid w:val="00D008B2"/>
    <w:rsid w:val="00D02248"/>
    <w:rsid w:val="00D06EAF"/>
    <w:rsid w:val="00D0751D"/>
    <w:rsid w:val="00D11186"/>
    <w:rsid w:val="00D17B2E"/>
    <w:rsid w:val="00D22267"/>
    <w:rsid w:val="00D26B9F"/>
    <w:rsid w:val="00D307BB"/>
    <w:rsid w:val="00D33623"/>
    <w:rsid w:val="00D3759D"/>
    <w:rsid w:val="00D44367"/>
    <w:rsid w:val="00D5590D"/>
    <w:rsid w:val="00D65173"/>
    <w:rsid w:val="00D74C78"/>
    <w:rsid w:val="00D81344"/>
    <w:rsid w:val="00D9174D"/>
    <w:rsid w:val="00D9750C"/>
    <w:rsid w:val="00D97C97"/>
    <w:rsid w:val="00DA448A"/>
    <w:rsid w:val="00DB2028"/>
    <w:rsid w:val="00DB50A2"/>
    <w:rsid w:val="00DB5503"/>
    <w:rsid w:val="00DC7391"/>
    <w:rsid w:val="00DC7DA7"/>
    <w:rsid w:val="00DC7EBF"/>
    <w:rsid w:val="00DE3AEA"/>
    <w:rsid w:val="00DE5B02"/>
    <w:rsid w:val="00DE5D9F"/>
    <w:rsid w:val="00DE7CD3"/>
    <w:rsid w:val="00DF220A"/>
    <w:rsid w:val="00E01AB9"/>
    <w:rsid w:val="00E0754E"/>
    <w:rsid w:val="00E12FCF"/>
    <w:rsid w:val="00E217E0"/>
    <w:rsid w:val="00E2632A"/>
    <w:rsid w:val="00E334C7"/>
    <w:rsid w:val="00E36104"/>
    <w:rsid w:val="00E36E1D"/>
    <w:rsid w:val="00E40CE8"/>
    <w:rsid w:val="00E4302F"/>
    <w:rsid w:val="00E46246"/>
    <w:rsid w:val="00E52931"/>
    <w:rsid w:val="00E54F8E"/>
    <w:rsid w:val="00E57A38"/>
    <w:rsid w:val="00E601AC"/>
    <w:rsid w:val="00E61236"/>
    <w:rsid w:val="00E657A8"/>
    <w:rsid w:val="00E6799D"/>
    <w:rsid w:val="00E7268D"/>
    <w:rsid w:val="00E73092"/>
    <w:rsid w:val="00E778AF"/>
    <w:rsid w:val="00E8351A"/>
    <w:rsid w:val="00E95ED1"/>
    <w:rsid w:val="00E97BF9"/>
    <w:rsid w:val="00EA56C3"/>
    <w:rsid w:val="00EB15AE"/>
    <w:rsid w:val="00EB4E65"/>
    <w:rsid w:val="00EB5856"/>
    <w:rsid w:val="00EC4FBE"/>
    <w:rsid w:val="00EC78BA"/>
    <w:rsid w:val="00ED00E4"/>
    <w:rsid w:val="00ED06EB"/>
    <w:rsid w:val="00ED3424"/>
    <w:rsid w:val="00ED3487"/>
    <w:rsid w:val="00EE00B2"/>
    <w:rsid w:val="00EE210F"/>
    <w:rsid w:val="00EE7277"/>
    <w:rsid w:val="00EF7361"/>
    <w:rsid w:val="00EF757A"/>
    <w:rsid w:val="00F02AC9"/>
    <w:rsid w:val="00F032C1"/>
    <w:rsid w:val="00F04B51"/>
    <w:rsid w:val="00F0600E"/>
    <w:rsid w:val="00F32163"/>
    <w:rsid w:val="00F35DC5"/>
    <w:rsid w:val="00F37590"/>
    <w:rsid w:val="00F37798"/>
    <w:rsid w:val="00F3798F"/>
    <w:rsid w:val="00F37C3F"/>
    <w:rsid w:val="00F37C83"/>
    <w:rsid w:val="00F4290B"/>
    <w:rsid w:val="00F42E8D"/>
    <w:rsid w:val="00F45FFB"/>
    <w:rsid w:val="00F5437F"/>
    <w:rsid w:val="00F66157"/>
    <w:rsid w:val="00F7589D"/>
    <w:rsid w:val="00F82354"/>
    <w:rsid w:val="00F9110F"/>
    <w:rsid w:val="00F915EA"/>
    <w:rsid w:val="00F947FC"/>
    <w:rsid w:val="00FA31A1"/>
    <w:rsid w:val="00FB0F1F"/>
    <w:rsid w:val="00FC13B7"/>
    <w:rsid w:val="00FC2BC9"/>
    <w:rsid w:val="00FE0DF8"/>
    <w:rsid w:val="00FF0B00"/>
    <w:rsid w:val="00FF5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5AE"/>
    <w:pPr>
      <w:spacing w:line="360" w:lineRule="auto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2248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759D"/>
    <w:pPr>
      <w:keepNext/>
      <w:tabs>
        <w:tab w:val="num" w:pos="1440"/>
      </w:tabs>
      <w:suppressAutoHyphens/>
      <w:ind w:left="1440" w:hanging="360"/>
      <w:outlineLvl w:val="1"/>
    </w:pPr>
    <w:rPr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A4A89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F2986"/>
    <w:rPr>
      <w:rFonts w:ascii="Cambria" w:hAnsi="Cambria" w:cs="Cambria"/>
      <w:b/>
      <w:bCs/>
      <w:i/>
      <w:i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1655AE"/>
    <w:pPr>
      <w:jc w:val="center"/>
    </w:pPr>
    <w:rPr>
      <w:rFonts w:ascii="Impact" w:hAnsi="Impact" w:cs="Impact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3F2986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1655AE"/>
    <w:pPr>
      <w:jc w:val="center"/>
    </w:pPr>
    <w:rPr>
      <w:rFonts w:ascii="Arial Narrow" w:hAnsi="Arial Narrow" w:cs="Arial Narrow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F2986"/>
    <w:rPr>
      <w:rFonts w:ascii="Cambria" w:hAnsi="Cambria" w:cs="Cambria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1655AE"/>
    <w:pPr>
      <w:jc w:val="center"/>
    </w:pPr>
    <w:rPr>
      <w:rFonts w:ascii="Arial Narrow" w:hAnsi="Arial Narrow" w:cs="Arial Narrow"/>
      <w:caps/>
      <w:sz w:val="40"/>
      <w:szCs w:val="4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F2986"/>
    <w:rPr>
      <w:rFonts w:ascii="Arial" w:hAnsi="Arial" w:cs="Arial"/>
      <w:sz w:val="24"/>
      <w:szCs w:val="24"/>
    </w:rPr>
  </w:style>
  <w:style w:type="paragraph" w:customStyle="1" w:styleId="ConsPlusTitle">
    <w:name w:val="ConsPlusTitle"/>
    <w:uiPriority w:val="99"/>
    <w:rsid w:val="003C5836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2B047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B047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D02248"/>
    <w:pPr>
      <w:spacing w:line="36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73534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F2986"/>
    <w:rPr>
      <w:rFonts w:ascii="Arial" w:hAnsi="Arial" w:cs="Arial"/>
      <w:sz w:val="24"/>
      <w:szCs w:val="24"/>
    </w:rPr>
  </w:style>
  <w:style w:type="paragraph" w:customStyle="1" w:styleId="1">
    <w:name w:val="Знак1"/>
    <w:basedOn w:val="Normal"/>
    <w:uiPriority w:val="99"/>
    <w:rsid w:val="008D1FB8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">
    <w:name w:val="Знак"/>
    <w:basedOn w:val="Normal"/>
    <w:uiPriority w:val="99"/>
    <w:rsid w:val="00ED06E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2"/>
    <w:basedOn w:val="Normal"/>
    <w:uiPriority w:val="99"/>
    <w:rsid w:val="00AA3C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2"/>
    <w:basedOn w:val="Normal"/>
    <w:uiPriority w:val="99"/>
    <w:rsid w:val="00177ECE"/>
    <w:pPr>
      <w:spacing w:before="100" w:beforeAutospacing="1" w:after="100" w:afterAutospacing="1" w:line="240" w:lineRule="auto"/>
    </w:pPr>
    <w:rPr>
      <w:rFonts w:cs="Times New Roman"/>
      <w:color w:val="000000"/>
      <w:sz w:val="24"/>
      <w:szCs w:val="24"/>
      <w:u w:color="000000"/>
      <w:lang w:val="en-US" w:eastAsia="en-US"/>
    </w:rPr>
  </w:style>
  <w:style w:type="paragraph" w:styleId="NoSpacing">
    <w:name w:val="No Spacing"/>
    <w:uiPriority w:val="99"/>
    <w:qFormat/>
    <w:rsid w:val="002B36BF"/>
    <w:rPr>
      <w:rFonts w:ascii="Arial" w:hAnsi="Arial" w:cs="Arial"/>
    </w:rPr>
  </w:style>
  <w:style w:type="paragraph" w:customStyle="1" w:styleId="11">
    <w:name w:val="Знак11"/>
    <w:basedOn w:val="Normal"/>
    <w:uiPriority w:val="99"/>
    <w:rsid w:val="00F82354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AC141C"/>
    <w:rPr>
      <w:rFonts w:cs="Times New Roman"/>
      <w:color w:val="0000FF"/>
      <w:u w:val="single"/>
    </w:rPr>
  </w:style>
  <w:style w:type="paragraph" w:customStyle="1" w:styleId="13">
    <w:name w:val="Знак13"/>
    <w:basedOn w:val="Normal"/>
    <w:uiPriority w:val="99"/>
    <w:rsid w:val="007034C0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Знак14"/>
    <w:basedOn w:val="Normal"/>
    <w:uiPriority w:val="99"/>
    <w:rsid w:val="007B605B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183DE6"/>
    <w:pPr>
      <w:spacing w:line="240" w:lineRule="auto"/>
      <w:ind w:left="708"/>
    </w:pPr>
    <w:rPr>
      <w:rFonts w:cs="Times New Roman"/>
      <w:sz w:val="24"/>
      <w:szCs w:val="24"/>
      <w:lang w:val="en-US" w:eastAsia="en-US"/>
    </w:rPr>
  </w:style>
  <w:style w:type="paragraph" w:customStyle="1" w:styleId="10">
    <w:name w:val="Знак Знак1"/>
    <w:basedOn w:val="Normal"/>
    <w:uiPriority w:val="99"/>
    <w:rsid w:val="001660D3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11"/>
    <w:basedOn w:val="Normal"/>
    <w:uiPriority w:val="99"/>
    <w:rsid w:val="00781B51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5">
    <w:name w:val="Знак15"/>
    <w:basedOn w:val="Normal"/>
    <w:uiPriority w:val="99"/>
    <w:rsid w:val="00EC78BA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10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rgi.gov.ru" TargetMode="External"/><Relationship Id="rId13" Type="http://schemas.openxmlformats.org/officeDocument/2006/relationships/hyperlink" Target="http://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178fz.roseltorg.ru" TargetMode="External"/><Relationship Id="rId12" Type="http://schemas.openxmlformats.org/officeDocument/2006/relationships/hyperlink" Target="https://178fz.roselt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seltorg.ru" TargetMode="External"/><Relationship Id="rId11" Type="http://schemas.openxmlformats.org/officeDocument/2006/relationships/hyperlink" Target="http://www.roseltorg.ru" TargetMode="External"/><Relationship Id="rId5" Type="http://schemas.openxmlformats.org/officeDocument/2006/relationships/hyperlink" Target="http://unradm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roseltor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nradm.ru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1;&#1086;&#1089;&#1077;&#1074;&#1072;&#1045;&#1070;\Application%20Data\Microsoft\&#1064;&#1072;&#1073;&#1083;&#1086;&#1085;&#1099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1762</TotalTime>
  <Pages>4</Pages>
  <Words>911</Words>
  <Characters>5195</Characters>
  <Application>Microsoft Office Outlook</Application>
  <DocSecurity>0</DocSecurity>
  <Lines>0</Lines>
  <Paragraphs>0</Paragraphs>
  <ScaleCrop>false</ScaleCrop>
  <Company>District Administration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Бык</dc:creator>
  <cp:keywords/>
  <dc:description/>
  <cp:lastModifiedBy>Лосева Е.Ю.</cp:lastModifiedBy>
  <cp:revision>32</cp:revision>
  <cp:lastPrinted>2023-03-24T14:13:00Z</cp:lastPrinted>
  <dcterms:created xsi:type="dcterms:W3CDTF">2020-12-03T14:01:00Z</dcterms:created>
  <dcterms:modified xsi:type="dcterms:W3CDTF">2023-07-06T08:24:00Z</dcterms:modified>
</cp:coreProperties>
</file>